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108" w:type="dxa"/>
        <w:tblLayout w:type="fixed"/>
        <w:tblLook w:val="00A0"/>
      </w:tblPr>
      <w:tblGrid>
        <w:gridCol w:w="459"/>
        <w:gridCol w:w="459"/>
        <w:gridCol w:w="7446"/>
        <w:gridCol w:w="1276"/>
      </w:tblGrid>
      <w:tr w:rsidR="000F1304" w:rsidRPr="009F5469" w:rsidTr="009861B4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22" w:type="dxa"/>
            <w:gridSpan w:val="2"/>
            <w:vMerge w:val="restart"/>
            <w:tcBorders>
              <w:top w:val="nil"/>
              <w:left w:val="nil"/>
              <w:right w:val="nil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bookmarkStart w:id="0" w:name="_GoBack"/>
            <w:bookmarkEnd w:id="0"/>
            <w:r w:rsidRPr="009861B4">
              <w:rPr>
                <w:rFonts w:ascii="Times New Roman" w:hAnsi="Times New Roman"/>
                <w:lang w:eastAsia="ru-RU"/>
              </w:rPr>
              <w:t xml:space="preserve">Приложение 1- расходы </w:t>
            </w:r>
          </w:p>
          <w:p w:rsidR="000F1304" w:rsidRPr="009861B4" w:rsidRDefault="000F1304" w:rsidP="009861B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861B4">
              <w:rPr>
                <w:rFonts w:ascii="Times New Roman" w:hAnsi="Times New Roman"/>
                <w:lang w:eastAsia="ru-RU"/>
              </w:rPr>
              <w:t>к решению Совета депутатов</w:t>
            </w:r>
          </w:p>
          <w:p w:rsidR="000F1304" w:rsidRPr="009861B4" w:rsidRDefault="000F1304" w:rsidP="009861B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861B4">
              <w:rPr>
                <w:rFonts w:ascii="Times New Roman" w:hAnsi="Times New Roman"/>
                <w:lang w:eastAsia="ru-RU"/>
              </w:rPr>
              <w:t>муниципального образования "Верхнебогатырское"</w:t>
            </w:r>
          </w:p>
          <w:p w:rsidR="000F1304" w:rsidRPr="009861B4" w:rsidRDefault="000F1304" w:rsidP="009861B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861B4">
              <w:rPr>
                <w:rFonts w:ascii="Times New Roman" w:hAnsi="Times New Roman"/>
                <w:lang w:eastAsia="ru-RU"/>
              </w:rPr>
              <w:t>Глазовского района Удмуртской Республики</w:t>
            </w:r>
          </w:p>
          <w:p w:rsidR="000F1304" w:rsidRPr="009861B4" w:rsidRDefault="000F1304" w:rsidP="009861B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9861B4">
              <w:rPr>
                <w:rFonts w:ascii="Times New Roman" w:hAnsi="Times New Roman"/>
                <w:lang w:eastAsia="ru-RU"/>
              </w:rPr>
              <w:t>от__ ________ 2014 года  №_____</w:t>
            </w:r>
          </w:p>
        </w:tc>
      </w:tr>
      <w:tr w:rsidR="000F1304" w:rsidRPr="009F5469" w:rsidTr="009861B4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22" w:type="dxa"/>
            <w:gridSpan w:val="2"/>
            <w:vMerge/>
            <w:tcBorders>
              <w:left w:val="nil"/>
              <w:right w:val="nil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</w:tr>
      <w:tr w:rsidR="000F1304" w:rsidRPr="009F5469" w:rsidTr="009861B4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22" w:type="dxa"/>
            <w:gridSpan w:val="2"/>
            <w:vMerge/>
            <w:tcBorders>
              <w:left w:val="nil"/>
              <w:right w:val="nil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</w:tr>
      <w:tr w:rsidR="000F1304" w:rsidRPr="009F5469" w:rsidTr="009861B4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22" w:type="dxa"/>
            <w:gridSpan w:val="2"/>
            <w:vMerge/>
            <w:tcBorders>
              <w:left w:val="nil"/>
              <w:right w:val="nil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</w:tr>
      <w:tr w:rsidR="000F1304" w:rsidRPr="009F5469" w:rsidTr="009861B4">
        <w:trPr>
          <w:trHeight w:val="7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22" w:type="dxa"/>
            <w:gridSpan w:val="2"/>
            <w:vMerge/>
            <w:tcBorders>
              <w:left w:val="nil"/>
              <w:bottom w:val="nil"/>
              <w:right w:val="nil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</w:tr>
      <w:tr w:rsidR="000F1304" w:rsidRPr="009F5469" w:rsidTr="009861B4">
        <w:trPr>
          <w:trHeight w:val="1065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61B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Функциональная классификация расходов бюджета муниципального образования "Верхнебогатырское"  Глазовского района на 2015 год</w:t>
            </w:r>
          </w:p>
        </w:tc>
      </w:tr>
      <w:tr w:rsidR="000F1304" w:rsidRPr="009F5469" w:rsidTr="009861B4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0F1304" w:rsidRPr="009F5469" w:rsidTr="009861B4">
        <w:trPr>
          <w:trHeight w:val="109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7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Сумма на 2015 год</w:t>
            </w:r>
          </w:p>
        </w:tc>
      </w:tr>
      <w:tr w:rsidR="000F1304" w:rsidRPr="009F5469" w:rsidTr="009861B4">
        <w:trPr>
          <w:trHeight w:val="28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1803,8</w:t>
            </w:r>
          </w:p>
        </w:tc>
      </w:tr>
      <w:tr w:rsidR="000F1304" w:rsidRPr="009F5469" w:rsidTr="009861B4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sz w:val="18"/>
                <w:szCs w:val="18"/>
                <w:lang w:eastAsia="ru-RU"/>
              </w:rPr>
              <w:t>558</w:t>
            </w:r>
          </w:p>
        </w:tc>
      </w:tr>
      <w:tr w:rsidR="000F1304" w:rsidRPr="009F5469" w:rsidTr="00C23CA5">
        <w:trPr>
          <w:trHeight w:val="591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</w:tr>
      <w:tr w:rsidR="000F1304" w:rsidRPr="009F5469" w:rsidTr="00C23CA5">
        <w:trPr>
          <w:trHeight w:val="556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sz w:val="18"/>
                <w:szCs w:val="18"/>
                <w:lang w:eastAsia="ru-RU"/>
              </w:rPr>
              <w:t>1222,8</w:t>
            </w:r>
          </w:p>
        </w:tc>
      </w:tr>
      <w:tr w:rsidR="000F1304" w:rsidRPr="009F5469" w:rsidTr="009861B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</w:tr>
      <w:tr w:rsidR="000F1304" w:rsidRPr="009F5469" w:rsidTr="009861B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</w:tr>
      <w:tr w:rsidR="000F1304" w:rsidRPr="009F5469" w:rsidTr="009861B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164,1</w:t>
            </w:r>
          </w:p>
        </w:tc>
      </w:tr>
      <w:tr w:rsidR="000F1304" w:rsidRPr="009F5469" w:rsidTr="009861B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sz w:val="18"/>
                <w:szCs w:val="18"/>
                <w:lang w:eastAsia="ru-RU"/>
              </w:rPr>
              <w:t>164,1</w:t>
            </w:r>
          </w:p>
        </w:tc>
      </w:tr>
      <w:tr w:rsidR="000F1304" w:rsidRPr="009F5469" w:rsidTr="009861B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136,3</w:t>
            </w:r>
          </w:p>
        </w:tc>
      </w:tr>
      <w:tr w:rsidR="000F1304" w:rsidRPr="009F5469" w:rsidTr="009861B4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</w:tr>
      <w:tr w:rsidR="000F1304" w:rsidRPr="009F5469" w:rsidTr="009861B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sz w:val="18"/>
                <w:szCs w:val="18"/>
                <w:lang w:eastAsia="ru-RU"/>
              </w:rPr>
              <w:t>132,3</w:t>
            </w:r>
          </w:p>
        </w:tc>
      </w:tr>
      <w:tr w:rsidR="000F1304" w:rsidRPr="009F5469" w:rsidTr="00C23CA5">
        <w:trPr>
          <w:trHeight w:val="34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</w:tr>
      <w:tr w:rsidR="000F1304" w:rsidRPr="009F5469" w:rsidTr="009861B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1074</w:t>
            </w:r>
          </w:p>
        </w:tc>
      </w:tr>
      <w:tr w:rsidR="000F1304" w:rsidRPr="009F5469" w:rsidTr="009861B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sz w:val="18"/>
                <w:szCs w:val="18"/>
                <w:lang w:eastAsia="ru-RU"/>
              </w:rPr>
              <w:t>1074</w:t>
            </w:r>
          </w:p>
        </w:tc>
      </w:tr>
      <w:tr w:rsidR="000F1304" w:rsidRPr="009F5469" w:rsidTr="009861B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36</w:t>
            </w:r>
          </w:p>
        </w:tc>
      </w:tr>
      <w:tr w:rsidR="000F1304" w:rsidRPr="009F5469" w:rsidTr="009861B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0F1304" w:rsidRPr="009F5469" w:rsidTr="009861B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sz w:val="18"/>
                <w:szCs w:val="18"/>
                <w:lang w:eastAsia="ru-RU"/>
              </w:rPr>
              <w:t>31</w:t>
            </w:r>
          </w:p>
        </w:tc>
      </w:tr>
      <w:tr w:rsidR="000F1304" w:rsidRPr="009F5469" w:rsidTr="009861B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</w:tr>
      <w:tr w:rsidR="000F1304" w:rsidRPr="009F5469" w:rsidTr="009861B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</w:tr>
      <w:tr w:rsidR="000F1304" w:rsidRPr="009F5469" w:rsidTr="009861B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5411,9</w:t>
            </w:r>
          </w:p>
        </w:tc>
      </w:tr>
      <w:tr w:rsidR="000F1304" w:rsidRPr="009F5469" w:rsidTr="009861B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sz w:val="18"/>
                <w:szCs w:val="18"/>
                <w:lang w:eastAsia="ru-RU"/>
              </w:rPr>
              <w:t>5411,9</w:t>
            </w:r>
          </w:p>
        </w:tc>
      </w:tr>
      <w:tr w:rsidR="000F1304" w:rsidRPr="009F5469" w:rsidTr="009861B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64</w:t>
            </w:r>
          </w:p>
        </w:tc>
      </w:tr>
      <w:tr w:rsidR="000F1304" w:rsidRPr="009F5469" w:rsidTr="009861B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sz w:val="18"/>
                <w:szCs w:val="18"/>
                <w:lang w:eastAsia="ru-RU"/>
              </w:rPr>
              <w:t>64</w:t>
            </w:r>
          </w:p>
        </w:tc>
      </w:tr>
      <w:tr w:rsidR="000F1304" w:rsidRPr="009F5469" w:rsidTr="009861B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</w:tr>
      <w:tr w:rsidR="000F1304" w:rsidRPr="009F5469" w:rsidTr="009861B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</w:tr>
      <w:tr w:rsidR="000F1304" w:rsidRPr="009F5469" w:rsidTr="009861B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9861B4">
              <w:rPr>
                <w:rFonts w:ascii="Times New Roman" w:hAnsi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8710,1</w:t>
            </w:r>
          </w:p>
        </w:tc>
      </w:tr>
      <w:tr w:rsidR="000F1304" w:rsidRPr="009F5469" w:rsidTr="009861B4">
        <w:trPr>
          <w:trHeight w:val="4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1304" w:rsidRPr="009861B4" w:rsidRDefault="000F1304" w:rsidP="009861B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F1304" w:rsidRPr="009F5469" w:rsidTr="009861B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61B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9861B4">
              <w:rPr>
                <w:rFonts w:ascii="Times New Roman" w:hAnsi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861B4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8710,1</w:t>
            </w:r>
          </w:p>
        </w:tc>
      </w:tr>
      <w:tr w:rsidR="000F1304" w:rsidRPr="009F5469" w:rsidTr="009861B4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304" w:rsidRPr="009861B4" w:rsidRDefault="000F1304" w:rsidP="009861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0F1304" w:rsidRPr="009861B4" w:rsidRDefault="000F1304" w:rsidP="009861B4">
      <w:pPr>
        <w:rPr>
          <w:lang w:val="en-US"/>
        </w:rPr>
      </w:pPr>
    </w:p>
    <w:sectPr w:rsidR="000F1304" w:rsidRPr="009861B4" w:rsidSect="003D29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6845"/>
    <w:rsid w:val="000F1304"/>
    <w:rsid w:val="001562EA"/>
    <w:rsid w:val="00157885"/>
    <w:rsid w:val="003D2976"/>
    <w:rsid w:val="005000B6"/>
    <w:rsid w:val="00930D20"/>
    <w:rsid w:val="009861B4"/>
    <w:rsid w:val="009F5469"/>
    <w:rsid w:val="00B00F2F"/>
    <w:rsid w:val="00C23CA5"/>
    <w:rsid w:val="00E96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97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68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286</Words>
  <Characters>1636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1- расходы </dc:title>
  <dc:subject/>
  <dc:creator>User</dc:creator>
  <cp:keywords/>
  <dc:description/>
  <cp:lastModifiedBy>Пользователь</cp:lastModifiedBy>
  <cp:revision>2</cp:revision>
  <dcterms:created xsi:type="dcterms:W3CDTF">2014-11-18T04:04:00Z</dcterms:created>
  <dcterms:modified xsi:type="dcterms:W3CDTF">2014-11-18T04:04:00Z</dcterms:modified>
</cp:coreProperties>
</file>