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Ind w:w="108" w:type="dxa"/>
        <w:tblLayout w:type="fixed"/>
        <w:tblLook w:val="00A0"/>
      </w:tblPr>
      <w:tblGrid>
        <w:gridCol w:w="5529"/>
        <w:gridCol w:w="704"/>
        <w:gridCol w:w="459"/>
        <w:gridCol w:w="459"/>
        <w:gridCol w:w="916"/>
        <w:gridCol w:w="516"/>
        <w:gridCol w:w="1065"/>
      </w:tblGrid>
      <w:tr w:rsidR="007322ED" w:rsidRPr="00DD33A3" w:rsidTr="00752E9D">
        <w:trPr>
          <w:trHeight w:val="426"/>
        </w:trPr>
        <w:tc>
          <w:tcPr>
            <w:tcW w:w="9648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346" w:type="dxa"/>
              <w:tblInd w:w="93" w:type="dxa"/>
              <w:tblLayout w:type="fixed"/>
              <w:tblLook w:val="00A0"/>
            </w:tblPr>
            <w:tblGrid>
              <w:gridCol w:w="9346"/>
            </w:tblGrid>
            <w:tr w:rsidR="007322ED" w:rsidTr="00EB6240">
              <w:trPr>
                <w:trHeight w:val="286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22ED" w:rsidRDefault="007322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7</w:t>
                  </w:r>
                </w:p>
              </w:tc>
            </w:tr>
            <w:tr w:rsidR="007322ED" w:rsidTr="00EB6240">
              <w:trPr>
                <w:trHeight w:val="286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22ED" w:rsidRDefault="007322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7322ED" w:rsidTr="00EB6240">
              <w:trPr>
                <w:trHeight w:val="286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22ED" w:rsidRDefault="007322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7322ED" w:rsidTr="00EB6240">
              <w:trPr>
                <w:trHeight w:val="286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22ED" w:rsidRDefault="007322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7322ED" w:rsidRPr="00DD33A3" w:rsidTr="00752E9D">
        <w:trPr>
          <w:trHeight w:val="1020"/>
        </w:trPr>
        <w:tc>
          <w:tcPr>
            <w:tcW w:w="96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"Верхнебогатырское"  Глазовского района на 2015 год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52E9D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7322ED" w:rsidRPr="00DD33A3" w:rsidTr="00752E9D">
        <w:trPr>
          <w:trHeight w:val="11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8923,1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1819,8</w:t>
            </w:r>
          </w:p>
        </w:tc>
      </w:tr>
      <w:tr w:rsidR="007322ED" w:rsidRPr="00DD33A3" w:rsidTr="00752E9D">
        <w:trPr>
          <w:trHeight w:val="4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7322ED" w:rsidRPr="00DD33A3" w:rsidTr="00752E9D">
        <w:trPr>
          <w:trHeight w:val="53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7322ED" w:rsidRPr="00DD33A3" w:rsidTr="00752E9D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5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</w:t>
            </w:r>
            <w:bookmarkStart w:id="0" w:name="_GoBack"/>
            <w:bookmarkEnd w:id="0"/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7322ED" w:rsidRPr="00DD33A3" w:rsidTr="00752E9D">
        <w:trPr>
          <w:trHeight w:val="58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7322ED" w:rsidRPr="00DD33A3" w:rsidTr="00752E9D">
        <w:trPr>
          <w:trHeight w:val="3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1220,8</w:t>
            </w:r>
          </w:p>
        </w:tc>
      </w:tr>
      <w:tr w:rsidR="007322ED" w:rsidRPr="00DD33A3" w:rsidTr="00752E9D">
        <w:trPr>
          <w:trHeight w:val="4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7322ED" w:rsidRPr="00DD33A3" w:rsidTr="00752E9D">
        <w:trPr>
          <w:trHeight w:val="2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7322ED" w:rsidRPr="00DD33A3" w:rsidTr="00752E9D">
        <w:trPr>
          <w:trHeight w:val="69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7322ED" w:rsidRPr="00DD33A3" w:rsidTr="00752E9D">
        <w:trPr>
          <w:trHeight w:val="4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136,3</w:t>
            </w:r>
          </w:p>
        </w:tc>
      </w:tr>
      <w:tr w:rsidR="007322ED" w:rsidRPr="00DD33A3" w:rsidTr="00752E9D">
        <w:trPr>
          <w:trHeight w:val="4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131,3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2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7322ED" w:rsidRPr="00DD33A3" w:rsidTr="00752E9D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7322ED" w:rsidRPr="00DD33A3" w:rsidTr="00752E9D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322ED" w:rsidRPr="00DD33A3" w:rsidTr="00752E9D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7322ED" w:rsidRPr="00DD33A3" w:rsidTr="00752E9D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7322ED" w:rsidRPr="00DD33A3" w:rsidTr="00752E9D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1029,2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7322ED" w:rsidRPr="00DD33A3" w:rsidTr="00752E9D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4354,9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7322ED" w:rsidRPr="00DD33A3" w:rsidTr="00752E9D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9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2E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322ED" w:rsidRPr="00DD33A3" w:rsidTr="00752E9D">
        <w:trPr>
          <w:trHeight w:val="300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  <w:tr w:rsidR="007322ED" w:rsidRPr="00DD33A3" w:rsidTr="00752E9D">
        <w:trPr>
          <w:trHeight w:val="286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7322ED" w:rsidRPr="00DD33A3" w:rsidTr="00752E9D">
        <w:trPr>
          <w:trHeight w:val="300"/>
        </w:trPr>
        <w:tc>
          <w:tcPr>
            <w:tcW w:w="8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2ED" w:rsidRPr="00752E9D" w:rsidRDefault="007322ED" w:rsidP="00752E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752E9D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</w:tbl>
    <w:p w:rsidR="007322ED" w:rsidRDefault="007322ED"/>
    <w:sectPr w:rsidR="007322ED" w:rsidSect="00F56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09D"/>
    <w:rsid w:val="003C289D"/>
    <w:rsid w:val="005000B6"/>
    <w:rsid w:val="007322ED"/>
    <w:rsid w:val="00752E9D"/>
    <w:rsid w:val="00927E61"/>
    <w:rsid w:val="00B00F2F"/>
    <w:rsid w:val="00B44E0F"/>
    <w:rsid w:val="00B6009D"/>
    <w:rsid w:val="00CD1A58"/>
    <w:rsid w:val="00DD33A3"/>
    <w:rsid w:val="00EB6240"/>
    <w:rsid w:val="00F5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F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52E9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52E9D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752E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752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752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9">
    <w:name w:val="xl79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52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752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752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752E9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752E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2">
    <w:name w:val="xl92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752E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752E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752E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Normal"/>
    <w:uiPriority w:val="99"/>
    <w:rsid w:val="00752E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7">
    <w:name w:val="xl97"/>
    <w:basedOn w:val="Normal"/>
    <w:uiPriority w:val="99"/>
    <w:rsid w:val="00752E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6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1383</Words>
  <Characters>7889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2014-12-27T05:11:00Z</cp:lastPrinted>
  <dcterms:created xsi:type="dcterms:W3CDTF">2014-11-17T07:09:00Z</dcterms:created>
  <dcterms:modified xsi:type="dcterms:W3CDTF">2014-12-27T05:11:00Z</dcterms:modified>
</cp:coreProperties>
</file>