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AC5" w:rsidRDefault="00183AC5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№14</w:t>
      </w:r>
    </w:p>
    <w:p w:rsidR="00183AC5" w:rsidRDefault="00183AC5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183AC5" w:rsidRDefault="00183AC5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"Верхнебогатырское"</w:t>
      </w:r>
    </w:p>
    <w:p w:rsidR="00183AC5" w:rsidRDefault="00183AC5" w:rsidP="009F67AE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 23.12. 2016 года  № 30</w:t>
      </w:r>
    </w:p>
    <w:p w:rsidR="00183AC5" w:rsidRDefault="00183AC5" w:rsidP="009F67AE">
      <w:pPr>
        <w:ind w:right="-1"/>
        <w:jc w:val="right"/>
        <w:rPr>
          <w:sz w:val="22"/>
          <w:szCs w:val="22"/>
        </w:rPr>
      </w:pPr>
    </w:p>
    <w:p w:rsidR="00183AC5" w:rsidRDefault="00183AC5" w:rsidP="009F67AE">
      <w:pPr>
        <w:ind w:right="-1"/>
        <w:jc w:val="right"/>
        <w:rPr>
          <w:sz w:val="22"/>
          <w:szCs w:val="22"/>
        </w:rPr>
      </w:pPr>
    </w:p>
    <w:p w:rsidR="00183AC5" w:rsidRPr="00E20C28" w:rsidRDefault="00183AC5" w:rsidP="00E20C28">
      <w:pPr>
        <w:ind w:right="-1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Межбюджетные трансферты из бюджета</w:t>
      </w:r>
      <w:r w:rsidRPr="00E20C28">
        <w:rPr>
          <w:b/>
          <w:bCs/>
          <w:sz w:val="22"/>
          <w:szCs w:val="22"/>
        </w:rPr>
        <w:t xml:space="preserve"> поселени</w:t>
      </w:r>
      <w:r>
        <w:rPr>
          <w:b/>
          <w:bCs/>
          <w:sz w:val="22"/>
          <w:szCs w:val="22"/>
        </w:rPr>
        <w:t>я</w:t>
      </w:r>
      <w:r w:rsidRPr="00E20C28">
        <w:rPr>
          <w:b/>
          <w:bCs/>
          <w:sz w:val="22"/>
          <w:szCs w:val="22"/>
        </w:rPr>
        <w:t xml:space="preserve"> на выполнение полномочий, переданных органам местного самоуправления </w:t>
      </w:r>
      <w:r>
        <w:rPr>
          <w:b/>
          <w:bCs/>
          <w:sz w:val="22"/>
          <w:szCs w:val="22"/>
        </w:rPr>
        <w:t>муниципального образования "Глазовский район</w:t>
      </w:r>
      <w:r w:rsidRPr="00E20C28">
        <w:rPr>
          <w:b/>
          <w:bCs/>
          <w:sz w:val="22"/>
          <w:szCs w:val="22"/>
        </w:rPr>
        <w:t>", на основании заключенных соглашений на 2018-2019 годы</w:t>
      </w:r>
    </w:p>
    <w:p w:rsidR="00183AC5" w:rsidRPr="000F3C6F" w:rsidRDefault="00183AC5" w:rsidP="009F67AE">
      <w:pPr>
        <w:ind w:right="-1"/>
        <w:jc w:val="right"/>
        <w:rPr>
          <w:sz w:val="22"/>
          <w:szCs w:val="22"/>
        </w:rPr>
      </w:pPr>
    </w:p>
    <w:p w:rsidR="00183AC5" w:rsidRDefault="00183AC5" w:rsidP="009F67AE">
      <w:pPr>
        <w:jc w:val="right"/>
        <w:rPr>
          <w:sz w:val="22"/>
          <w:szCs w:val="22"/>
        </w:rPr>
      </w:pPr>
    </w:p>
    <w:tbl>
      <w:tblPr>
        <w:tblW w:w="10966" w:type="dxa"/>
        <w:tblInd w:w="108" w:type="dxa"/>
        <w:tblLayout w:type="fixed"/>
        <w:tblLook w:val="00A0"/>
      </w:tblPr>
      <w:tblGrid>
        <w:gridCol w:w="1276"/>
        <w:gridCol w:w="1134"/>
        <w:gridCol w:w="1134"/>
        <w:gridCol w:w="567"/>
        <w:gridCol w:w="567"/>
        <w:gridCol w:w="992"/>
        <w:gridCol w:w="1843"/>
        <w:gridCol w:w="1701"/>
        <w:gridCol w:w="1230"/>
        <w:gridCol w:w="522"/>
      </w:tblGrid>
      <w:tr w:rsidR="00183AC5" w:rsidTr="002F1E5D">
        <w:trPr>
          <w:trHeight w:val="3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83AC5" w:rsidRDefault="00183AC5" w:rsidP="006B1D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83AC5" w:rsidRDefault="00183AC5" w:rsidP="006B1D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83AC5" w:rsidRDefault="00183AC5" w:rsidP="006B1D0C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83AC5" w:rsidRDefault="00183AC5" w:rsidP="006B1D0C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83AC5" w:rsidRDefault="00183AC5" w:rsidP="006B1D0C"/>
        </w:tc>
        <w:tc>
          <w:tcPr>
            <w:tcW w:w="47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3AC5" w:rsidRDefault="00183AC5" w:rsidP="006B1D0C"/>
          <w:p w:rsidR="00183AC5" w:rsidRDefault="00183AC5" w:rsidP="00E20C28"/>
          <w:p w:rsidR="00183AC5" w:rsidRPr="00E20C28" w:rsidRDefault="00183AC5" w:rsidP="00E20C28">
            <w:r>
              <w:t xml:space="preserve">                                        тыс. руб.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83AC5" w:rsidRDefault="00183AC5" w:rsidP="006B1D0C">
            <w:r>
              <w:t>.</w:t>
            </w:r>
          </w:p>
        </w:tc>
      </w:tr>
      <w:tr w:rsidR="00183AC5" w:rsidTr="002F1E5D">
        <w:trPr>
          <w:gridAfter w:val="2"/>
          <w:wAfter w:w="1752" w:type="dxa"/>
          <w:trHeight w:val="315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C5" w:rsidRDefault="00183AC5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  <w:bookmarkStart w:id="0" w:name="_GoBack"/>
            <w:bookmarkEnd w:id="0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3AC5" w:rsidRDefault="00183AC5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183AC5" w:rsidTr="002F1E5D">
        <w:trPr>
          <w:gridAfter w:val="2"/>
          <w:wAfter w:w="1752" w:type="dxa"/>
          <w:trHeight w:val="4233"/>
        </w:trPr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C5" w:rsidRDefault="00183AC5" w:rsidP="006B1D0C">
            <w:pPr>
              <w:rPr>
                <w:b/>
                <w:bCs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3AC5" w:rsidRDefault="00183AC5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D40A0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ED40A0">
              <w:rPr>
                <w:b/>
                <w:bCs/>
                <w:sz w:val="20"/>
                <w:szCs w:val="20"/>
                <w:lang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3AC5" w:rsidRPr="00ED40A0" w:rsidRDefault="00183AC5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D40A0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ED40A0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</w:tc>
      </w:tr>
      <w:tr w:rsidR="00183AC5" w:rsidTr="002F1E5D">
        <w:trPr>
          <w:gridAfter w:val="2"/>
          <w:wAfter w:w="1752" w:type="dxa"/>
          <w:trHeight w:val="69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C5" w:rsidRDefault="00183AC5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2018,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3AC5" w:rsidRDefault="00183AC5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2019, 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3AC5" w:rsidRDefault="00183AC5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2018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3AC5" w:rsidRDefault="00183AC5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3AC5" w:rsidRDefault="00183AC5" w:rsidP="00ED40A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3AC5" w:rsidRDefault="00183AC5" w:rsidP="00ED40A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</w:tr>
      <w:tr w:rsidR="00183AC5" w:rsidTr="002F1E5D">
        <w:trPr>
          <w:gridAfter w:val="2"/>
          <w:wAfter w:w="1752" w:type="dxa"/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3AC5" w:rsidRDefault="00183AC5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3AC5" w:rsidRDefault="00183AC5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3AC5" w:rsidRDefault="00183AC5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3AC5" w:rsidRDefault="00183AC5" w:rsidP="00C15B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3AC5" w:rsidRDefault="00183AC5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3AC5" w:rsidRDefault="00183AC5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</w:tr>
    </w:tbl>
    <w:p w:rsidR="00183AC5" w:rsidRDefault="00183AC5" w:rsidP="009F67AE"/>
    <w:p w:rsidR="00183AC5" w:rsidRDefault="00183AC5"/>
    <w:sectPr w:rsidR="00183AC5" w:rsidSect="00BB56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336E"/>
    <w:rsid w:val="000F3C6F"/>
    <w:rsid w:val="00183AC5"/>
    <w:rsid w:val="0024336E"/>
    <w:rsid w:val="002A7195"/>
    <w:rsid w:val="002F1E5D"/>
    <w:rsid w:val="004A2F1B"/>
    <w:rsid w:val="004C47FD"/>
    <w:rsid w:val="005000B6"/>
    <w:rsid w:val="006B1D0C"/>
    <w:rsid w:val="008D4A28"/>
    <w:rsid w:val="009F67AE"/>
    <w:rsid w:val="00AE2189"/>
    <w:rsid w:val="00B00F2F"/>
    <w:rsid w:val="00BB5656"/>
    <w:rsid w:val="00C15B0F"/>
    <w:rsid w:val="00E20C28"/>
    <w:rsid w:val="00E92FF1"/>
    <w:rsid w:val="00ED40A0"/>
    <w:rsid w:val="00F95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7A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156</Words>
  <Characters>895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</cp:revision>
  <cp:lastPrinted>2016-12-26T07:42:00Z</cp:lastPrinted>
  <dcterms:created xsi:type="dcterms:W3CDTF">2016-11-10T10:51:00Z</dcterms:created>
  <dcterms:modified xsi:type="dcterms:W3CDTF">2016-12-26T07:42:00Z</dcterms:modified>
</cp:coreProperties>
</file>