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F4E" w:rsidRPr="005F79AD" w:rsidRDefault="009F3F4E" w:rsidP="000B79F4">
      <w:pPr>
        <w:shd w:val="clear" w:color="auto" w:fill="FFFFFF"/>
        <w:ind w:left="38" w:right="563"/>
        <w:rPr>
          <w:b/>
          <w:color w:val="FF0000"/>
        </w:rPr>
      </w:pPr>
    </w:p>
    <w:p w:rsidR="009F3F4E" w:rsidRDefault="009F3F4E" w:rsidP="00963031">
      <w:pPr>
        <w:tabs>
          <w:tab w:val="center" w:pos="4677"/>
        </w:tabs>
        <w:jc w:val="center"/>
        <w:rPr>
          <w:sz w:val="20"/>
          <w:szCs w:val="20"/>
        </w:rPr>
      </w:pPr>
      <w:r>
        <w:rPr>
          <w:sz w:val="20"/>
          <w:szCs w:val="20"/>
        </w:rPr>
        <w:t>СОВЕТ ДЕПУТАТОВ МУНИЦИПАЛЬНОГО ОБРАЗОВАНИЯ «УРАКОВСКОЕ»</w:t>
      </w:r>
    </w:p>
    <w:p w:rsidR="009F3F4E" w:rsidRDefault="009F3F4E" w:rsidP="00963031">
      <w:pPr>
        <w:jc w:val="center"/>
        <w:rPr>
          <w:bCs/>
          <w:sz w:val="20"/>
          <w:szCs w:val="20"/>
        </w:rPr>
      </w:pPr>
    </w:p>
    <w:p w:rsidR="009F3F4E" w:rsidRDefault="009F3F4E" w:rsidP="00963031">
      <w:pPr>
        <w:pBdr>
          <w:bottom w:val="single" w:sz="8" w:space="1" w:color="000000"/>
        </w:pBd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«УРАК» МУНИЦИПАЛ КЫЛДЭТЫСЬ ДЕПУТАТЪЕСЛЭН КЕНЕШСЫ</w:t>
      </w:r>
    </w:p>
    <w:p w:rsidR="009F3F4E" w:rsidRDefault="009F3F4E" w:rsidP="00963031">
      <w:pPr>
        <w:tabs>
          <w:tab w:val="center" w:pos="4677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Советская ул. д.12а д. Ураково Глазовский район, Удмуртская Республика, тел.90-738, mourakovo@mail.ru</w:t>
      </w:r>
    </w:p>
    <w:p w:rsidR="009F3F4E" w:rsidRDefault="009F3F4E" w:rsidP="00963031">
      <w:pPr>
        <w:tabs>
          <w:tab w:val="center" w:pos="4677"/>
        </w:tabs>
      </w:pPr>
    </w:p>
    <w:p w:rsidR="009F3F4E" w:rsidRDefault="009F3F4E" w:rsidP="00963031">
      <w:pPr>
        <w:tabs>
          <w:tab w:val="center" w:pos="4677"/>
        </w:tabs>
        <w:jc w:val="center"/>
        <w:rPr>
          <w:b/>
        </w:rPr>
      </w:pPr>
      <w:r>
        <w:rPr>
          <w:b/>
        </w:rPr>
        <w:t xml:space="preserve">Сорок пятая сессия Совета депутатов муниципального </w:t>
      </w:r>
    </w:p>
    <w:p w:rsidR="009F3F4E" w:rsidRDefault="009F3F4E" w:rsidP="00963031">
      <w:pPr>
        <w:tabs>
          <w:tab w:val="center" w:pos="4677"/>
        </w:tabs>
        <w:jc w:val="center"/>
        <w:rPr>
          <w:b/>
        </w:rPr>
      </w:pPr>
      <w:r>
        <w:rPr>
          <w:b/>
        </w:rPr>
        <w:t xml:space="preserve"> образования «Ураковское» четвертого созыва</w:t>
      </w:r>
    </w:p>
    <w:p w:rsidR="009F3F4E" w:rsidRDefault="009F3F4E" w:rsidP="00963031"/>
    <w:p w:rsidR="009F3F4E" w:rsidRDefault="009F3F4E" w:rsidP="00963031">
      <w:pPr>
        <w:rPr>
          <w:b/>
        </w:rPr>
      </w:pPr>
      <w:r>
        <w:t xml:space="preserve">                                                                </w:t>
      </w:r>
      <w:r>
        <w:rPr>
          <w:b/>
          <w:bCs/>
        </w:rPr>
        <w:t>РЕШЕНИЕ</w:t>
      </w:r>
    </w:p>
    <w:p w:rsidR="009F3F4E" w:rsidRDefault="009F3F4E" w:rsidP="00963031">
      <w:pPr>
        <w:rPr>
          <w:b/>
        </w:rPr>
      </w:pPr>
      <w:r>
        <w:rPr>
          <w:b/>
          <w:bCs/>
        </w:rPr>
        <w:t xml:space="preserve">                       Совета депутатов муниципального образования «Ураковское»</w:t>
      </w:r>
    </w:p>
    <w:p w:rsidR="009F3F4E" w:rsidRDefault="009F3F4E" w:rsidP="00963031">
      <w:pPr>
        <w:rPr>
          <w:b/>
        </w:rPr>
      </w:pPr>
    </w:p>
    <w:p w:rsidR="009F3F4E" w:rsidRDefault="009F3F4E" w:rsidP="00963031">
      <w:pPr>
        <w:rPr>
          <w:b/>
          <w:bCs/>
        </w:rPr>
      </w:pPr>
      <w:r>
        <w:rPr>
          <w:b/>
          <w:bCs/>
        </w:rPr>
        <w:t>08 апреля 2021 года                                                                                                № 222</w:t>
      </w:r>
    </w:p>
    <w:p w:rsidR="009F3F4E" w:rsidRPr="005378A1" w:rsidRDefault="009F3F4E" w:rsidP="00963031">
      <w:pPr>
        <w:rPr>
          <w:b/>
          <w:bCs/>
        </w:rPr>
      </w:pPr>
    </w:p>
    <w:p w:rsidR="009F3F4E" w:rsidRDefault="009F3F4E" w:rsidP="00963031">
      <w:pPr>
        <w:rPr>
          <w:b/>
        </w:rPr>
      </w:pPr>
      <w:r>
        <w:rPr>
          <w:b/>
        </w:rPr>
        <w:t>О внесении изменений в решение Совета депутатов</w:t>
      </w:r>
    </w:p>
    <w:p w:rsidR="009F3F4E" w:rsidRDefault="009F3F4E" w:rsidP="00963031">
      <w:pPr>
        <w:rPr>
          <w:b/>
        </w:rPr>
      </w:pPr>
      <w:r>
        <w:rPr>
          <w:b/>
        </w:rPr>
        <w:t>муниципального образования «Ураковское» № 199</w:t>
      </w:r>
    </w:p>
    <w:p w:rsidR="009F3F4E" w:rsidRDefault="009F3F4E" w:rsidP="00963031">
      <w:pPr>
        <w:keepNext/>
        <w:widowControl w:val="0"/>
        <w:autoSpaceDE w:val="0"/>
        <w:autoSpaceDN w:val="0"/>
        <w:adjustRightInd w:val="0"/>
        <w:jc w:val="both"/>
        <w:outlineLvl w:val="3"/>
        <w:rPr>
          <w:b/>
        </w:rPr>
      </w:pPr>
      <w:r>
        <w:rPr>
          <w:b/>
        </w:rPr>
        <w:t>от 25.12.2020 «О бюджете муниципального образования</w:t>
      </w:r>
    </w:p>
    <w:p w:rsidR="009F3F4E" w:rsidRDefault="009F3F4E" w:rsidP="00963031">
      <w:pPr>
        <w:keepNext/>
        <w:widowControl w:val="0"/>
        <w:autoSpaceDE w:val="0"/>
        <w:autoSpaceDN w:val="0"/>
        <w:adjustRightInd w:val="0"/>
        <w:jc w:val="both"/>
        <w:outlineLvl w:val="3"/>
        <w:rPr>
          <w:b/>
          <w:bCs/>
        </w:rPr>
      </w:pPr>
      <w:r>
        <w:rPr>
          <w:b/>
        </w:rPr>
        <w:t xml:space="preserve">«Ураковское» </w:t>
      </w:r>
      <w:r>
        <w:rPr>
          <w:b/>
          <w:bCs/>
        </w:rPr>
        <w:t>на 2021 год и на плановый период</w:t>
      </w:r>
    </w:p>
    <w:p w:rsidR="009F3F4E" w:rsidRDefault="009F3F4E" w:rsidP="00963031">
      <w:pPr>
        <w:jc w:val="both"/>
        <w:rPr>
          <w:b/>
        </w:rPr>
      </w:pPr>
      <w:r>
        <w:rPr>
          <w:b/>
        </w:rPr>
        <w:t xml:space="preserve">2022 и 2023 годов» (в ред. решения № 214 от 11.02.2021, </w:t>
      </w:r>
    </w:p>
    <w:p w:rsidR="009F3F4E" w:rsidRDefault="009F3F4E" w:rsidP="00963031">
      <w:pPr>
        <w:jc w:val="both"/>
        <w:rPr>
          <w:b/>
        </w:rPr>
      </w:pPr>
      <w:r>
        <w:rPr>
          <w:b/>
        </w:rPr>
        <w:t>№ 218 от 26.03.2021)</w:t>
      </w:r>
    </w:p>
    <w:p w:rsidR="009F3F4E" w:rsidRPr="005F79AD" w:rsidRDefault="009F3F4E" w:rsidP="001C59DA">
      <w:pPr>
        <w:ind w:firstLine="567"/>
        <w:jc w:val="both"/>
      </w:pPr>
    </w:p>
    <w:p w:rsidR="009F3F4E" w:rsidRPr="005F79AD" w:rsidRDefault="009F3F4E" w:rsidP="001C59DA">
      <w:pPr>
        <w:ind w:firstLine="567"/>
        <w:jc w:val="both"/>
      </w:pPr>
      <w:r w:rsidRPr="005F79AD">
        <w:t xml:space="preserve">Руководствуясь Бюджетным кодексом Российской Федерации, Уставом муниципального образования «Ураковское», Положением о бюджетном процессе в муниципальном образовании «Ураковское» </w:t>
      </w:r>
      <w:r w:rsidRPr="005F79AD">
        <w:rPr>
          <w:b/>
        </w:rPr>
        <w:t>Совет депутатов муниципального образования «Ураковское» РЕШИЛ:</w:t>
      </w:r>
    </w:p>
    <w:p w:rsidR="009F3F4E" w:rsidRPr="005F79AD" w:rsidRDefault="009F3F4E" w:rsidP="002D49F2">
      <w:pPr>
        <w:jc w:val="both"/>
        <w:rPr>
          <w:b/>
        </w:rPr>
      </w:pPr>
    </w:p>
    <w:p w:rsidR="009F3F4E" w:rsidRPr="00963031" w:rsidRDefault="009F3F4E" w:rsidP="00963031">
      <w:pPr>
        <w:jc w:val="both"/>
      </w:pPr>
      <w:r w:rsidRPr="005F79AD">
        <w:t xml:space="preserve">1. Внести следующие изменения в решение </w:t>
      </w:r>
      <w:r>
        <w:t xml:space="preserve">Совета депутатов муниципального </w:t>
      </w:r>
      <w:r w:rsidRPr="005F79AD">
        <w:t xml:space="preserve">образования «Ураковское» </w:t>
      </w:r>
      <w:r w:rsidRPr="00963031">
        <w:t xml:space="preserve">№ 199 от 25.12.2020 «О бюджете муниципального образования «Ураковское» </w:t>
      </w:r>
      <w:r w:rsidRPr="00963031">
        <w:rPr>
          <w:bCs/>
        </w:rPr>
        <w:t>на 2021 год и на плановый период</w:t>
      </w:r>
      <w:r w:rsidRPr="00963031">
        <w:t xml:space="preserve"> 2022 и 2023 годов» (в ред. решения № 214 от 11.02.2021, № 218 от 26.03.2021):</w:t>
      </w:r>
    </w:p>
    <w:p w:rsidR="009F3F4E" w:rsidRDefault="009F3F4E" w:rsidP="00F83352">
      <w:pPr>
        <w:ind w:firstLine="567"/>
        <w:jc w:val="both"/>
        <w:rPr>
          <w:highlight w:val="yellow"/>
        </w:rPr>
      </w:pPr>
      <w:r w:rsidRPr="00626B36">
        <w:t>1.</w:t>
      </w:r>
      <w:r>
        <w:t xml:space="preserve">1. </w:t>
      </w:r>
      <w:r w:rsidRPr="0049044C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Ураковское</w:t>
      </w:r>
      <w:r w:rsidRPr="0049044C">
        <w:t xml:space="preserve">», в соответствии с решением сессии Совета депутатов муниципального образования «Глазовский район» </w:t>
      </w:r>
      <w:r w:rsidRPr="002D07FC">
        <w:t>№</w:t>
      </w:r>
      <w:r>
        <w:t xml:space="preserve"> </w:t>
      </w:r>
      <w:r w:rsidRPr="002D07FC">
        <w:t>456</w:t>
      </w:r>
      <w:r>
        <w:t xml:space="preserve"> от 01.04.2021</w:t>
      </w:r>
      <w:r w:rsidRPr="0049044C">
        <w:t xml:space="preserve"> года</w:t>
      </w:r>
      <w:r>
        <w:t>:</w:t>
      </w:r>
    </w:p>
    <w:p w:rsidR="009F3F4E" w:rsidRPr="0049406D" w:rsidRDefault="009F3F4E" w:rsidP="00F83352">
      <w:pPr>
        <w:ind w:firstLine="567"/>
        <w:jc w:val="both"/>
      </w:pPr>
    </w:p>
    <w:p w:rsidR="009F3F4E" w:rsidRPr="0049406D" w:rsidRDefault="009F3F4E" w:rsidP="00F83352">
      <w:pPr>
        <w:ind w:firstLine="567"/>
        <w:jc w:val="both"/>
      </w:pPr>
      <w:r w:rsidRPr="0049406D">
        <w:t>1.</w:t>
      </w:r>
      <w:r>
        <w:t>1</w:t>
      </w:r>
      <w:r w:rsidRPr="0049406D">
        <w:t xml:space="preserve">.1.Увеличить доходную часть бюджета на </w:t>
      </w:r>
      <w:r>
        <w:t>7,7</w:t>
      </w:r>
      <w:r w:rsidRPr="0049406D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9F3F4E" w:rsidRPr="0049406D" w:rsidTr="00B3092B">
        <w:tc>
          <w:tcPr>
            <w:tcW w:w="648" w:type="dxa"/>
            <w:vAlign w:val="center"/>
          </w:tcPr>
          <w:p w:rsidR="009F3F4E" w:rsidRPr="0049406D" w:rsidRDefault="009F3F4E" w:rsidP="00B309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№</w:t>
            </w:r>
          </w:p>
          <w:p w:rsidR="009F3F4E" w:rsidRPr="0049406D" w:rsidRDefault="009F3F4E" w:rsidP="00B309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9F3F4E" w:rsidRPr="0049406D" w:rsidRDefault="009F3F4E" w:rsidP="00B309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9F3F4E" w:rsidRPr="0049406D" w:rsidRDefault="009F3F4E" w:rsidP="00B309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9F3F4E" w:rsidRPr="0049406D" w:rsidRDefault="009F3F4E" w:rsidP="00B309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Сумма,</w:t>
            </w:r>
          </w:p>
          <w:p w:rsidR="009F3F4E" w:rsidRPr="0049406D" w:rsidRDefault="009F3F4E" w:rsidP="00B309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9F3F4E" w:rsidRPr="0049406D" w:rsidTr="00B3092B">
        <w:tc>
          <w:tcPr>
            <w:tcW w:w="648" w:type="dxa"/>
            <w:vAlign w:val="center"/>
          </w:tcPr>
          <w:p w:rsidR="009F3F4E" w:rsidRPr="0049406D" w:rsidRDefault="009F3F4E" w:rsidP="00B3092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</w:tcPr>
          <w:p w:rsidR="009F3F4E" w:rsidRPr="00C7354F" w:rsidRDefault="009F3F4E" w:rsidP="00B3092B">
            <w:r w:rsidRPr="00C7354F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vAlign w:val="center"/>
          </w:tcPr>
          <w:p w:rsidR="009F3F4E" w:rsidRDefault="009F3F4E" w:rsidP="00B3092B">
            <w:pPr>
              <w:jc w:val="center"/>
            </w:pPr>
            <w:r w:rsidRPr="00C7354F">
              <w:t>2 02 45160 10 0000 150</w:t>
            </w:r>
          </w:p>
        </w:tc>
        <w:tc>
          <w:tcPr>
            <w:tcW w:w="1275" w:type="dxa"/>
            <w:vAlign w:val="center"/>
          </w:tcPr>
          <w:p w:rsidR="009F3F4E" w:rsidRDefault="009F3F4E" w:rsidP="00B3092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7,7</w:t>
            </w:r>
          </w:p>
        </w:tc>
      </w:tr>
    </w:tbl>
    <w:p w:rsidR="009F3F4E" w:rsidRPr="0049406D" w:rsidRDefault="009F3F4E" w:rsidP="00F83352">
      <w:pPr>
        <w:ind w:firstLine="708"/>
        <w:jc w:val="both"/>
      </w:pPr>
      <w:r w:rsidRPr="0049406D">
        <w:t xml:space="preserve"> </w:t>
      </w:r>
    </w:p>
    <w:p w:rsidR="009F3F4E" w:rsidRDefault="009F3F4E" w:rsidP="00F83352">
      <w:pPr>
        <w:ind w:firstLine="567"/>
        <w:jc w:val="both"/>
      </w:pPr>
      <w:r>
        <w:t>1.1</w:t>
      </w:r>
      <w:r w:rsidRPr="0049406D">
        <w:t>.</w:t>
      </w:r>
      <w:r>
        <w:t>2</w:t>
      </w:r>
      <w:r w:rsidRPr="0049406D">
        <w:t xml:space="preserve">. Увеличить расходную часть бюджета </w:t>
      </w:r>
      <w:r w:rsidRPr="00C77831">
        <w:t xml:space="preserve">МО </w:t>
      </w:r>
      <w:r w:rsidRPr="00C77831">
        <w:rPr>
          <w:lang w:eastAsia="en-US"/>
        </w:rPr>
        <w:t>«</w:t>
      </w:r>
      <w:r>
        <w:t>Ураковское</w:t>
      </w:r>
      <w:r w:rsidRPr="00C77831">
        <w:rPr>
          <w:lang w:eastAsia="en-US"/>
        </w:rPr>
        <w:t>»</w:t>
      </w:r>
      <w:r>
        <w:t xml:space="preserve"> на 7,7</w:t>
      </w:r>
      <w:r w:rsidRPr="00C77831">
        <w:t xml:space="preserve"> тыс. руб. по следующим направлениям</w:t>
      </w:r>
      <w:r w:rsidRPr="0049406D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9F3F4E" w:rsidRPr="00041A83" w:rsidTr="00B3092B">
        <w:trPr>
          <w:trHeight w:val="663"/>
        </w:trPr>
        <w:tc>
          <w:tcPr>
            <w:tcW w:w="851" w:type="dxa"/>
          </w:tcPr>
          <w:p w:rsidR="009F3F4E" w:rsidRPr="00B54C0F" w:rsidRDefault="009F3F4E" w:rsidP="00B309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9F3F4E" w:rsidRPr="00B54C0F" w:rsidRDefault="009F3F4E" w:rsidP="00B309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п/п</w:t>
            </w:r>
          </w:p>
        </w:tc>
        <w:tc>
          <w:tcPr>
            <w:tcW w:w="4252" w:type="dxa"/>
          </w:tcPr>
          <w:p w:rsidR="009F3F4E" w:rsidRPr="00B54C0F" w:rsidRDefault="009F3F4E" w:rsidP="00B309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</w:tcPr>
          <w:p w:rsidR="009F3F4E" w:rsidRPr="00B54C0F" w:rsidRDefault="009F3F4E" w:rsidP="00B309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</w:tcPr>
          <w:p w:rsidR="009F3F4E" w:rsidRPr="00041A83" w:rsidRDefault="009F3F4E" w:rsidP="00B309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9F3F4E" w:rsidRPr="00041A83" w:rsidRDefault="009F3F4E" w:rsidP="00B309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9F3F4E" w:rsidRPr="00CE0FA9" w:rsidTr="00B3092B">
        <w:tc>
          <w:tcPr>
            <w:tcW w:w="851" w:type="dxa"/>
          </w:tcPr>
          <w:p w:rsidR="009F3F4E" w:rsidRPr="00CE0FA9" w:rsidRDefault="009F3F4E" w:rsidP="00B3092B">
            <w:pPr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9F3F4E" w:rsidRPr="00CE0FA9" w:rsidRDefault="009F3F4E" w:rsidP="00B3092B">
            <w:r w:rsidRPr="00561253"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r>
              <w:t>Ураковское</w:t>
            </w:r>
            <w:r w:rsidRPr="00561253">
              <w:t>"</w:t>
            </w:r>
          </w:p>
        </w:tc>
        <w:tc>
          <w:tcPr>
            <w:tcW w:w="3236" w:type="dxa"/>
            <w:vAlign w:val="center"/>
          </w:tcPr>
          <w:p w:rsidR="009F3F4E" w:rsidRPr="00CE0FA9" w:rsidRDefault="009F3F4E" w:rsidP="00F83352">
            <w:pPr>
              <w:jc w:val="center"/>
            </w:pPr>
            <w:r w:rsidRPr="00CE0FA9">
              <w:t>2</w:t>
            </w:r>
            <w:r>
              <w:t xml:space="preserve">21 </w:t>
            </w:r>
            <w:r w:rsidRPr="00CE0FA9">
              <w:t>01</w:t>
            </w:r>
            <w:r>
              <w:t>13</w:t>
            </w:r>
            <w:r w:rsidRPr="00CE0FA9">
              <w:t xml:space="preserve"> 990006</w:t>
            </w:r>
            <w:r>
              <w:t>3910</w:t>
            </w:r>
            <w:r w:rsidRPr="00CE0FA9">
              <w:t xml:space="preserve"> </w:t>
            </w:r>
            <w:r>
              <w:t>244</w:t>
            </w:r>
          </w:p>
        </w:tc>
        <w:tc>
          <w:tcPr>
            <w:tcW w:w="1300" w:type="dxa"/>
            <w:vAlign w:val="center"/>
          </w:tcPr>
          <w:p w:rsidR="009F3F4E" w:rsidRPr="00CE0FA9" w:rsidRDefault="009F3F4E" w:rsidP="00B3092B">
            <w:pPr>
              <w:jc w:val="center"/>
            </w:pPr>
            <w:r>
              <w:t>7,7</w:t>
            </w:r>
          </w:p>
        </w:tc>
      </w:tr>
    </w:tbl>
    <w:p w:rsidR="009F3F4E" w:rsidRPr="00291A93" w:rsidRDefault="009F3F4E" w:rsidP="00291A93">
      <w:pPr>
        <w:ind w:firstLine="567"/>
        <w:jc w:val="both"/>
      </w:pPr>
    </w:p>
    <w:p w:rsidR="009F3F4E" w:rsidRPr="001D3FF2" w:rsidRDefault="009F3F4E" w:rsidP="00963031">
      <w:pPr>
        <w:jc w:val="both"/>
        <w:rPr>
          <w:color w:val="FF0000"/>
        </w:rPr>
      </w:pPr>
      <w:r w:rsidRPr="00243A41">
        <w:t>2. Утвердить бюджет МО «Ураковское» на 20</w:t>
      </w:r>
      <w:r>
        <w:t>21</w:t>
      </w:r>
      <w:r w:rsidRPr="00243A41">
        <w:t xml:space="preserve"> год по </w:t>
      </w:r>
      <w:r w:rsidRPr="00076313">
        <w:t xml:space="preserve">доходам </w:t>
      </w:r>
      <w:r w:rsidRPr="00871C21">
        <w:t xml:space="preserve">в сумме </w:t>
      </w:r>
      <w:r>
        <w:t>3468,7</w:t>
      </w:r>
      <w:r w:rsidRPr="007A25FC">
        <w:t xml:space="preserve"> тыс. </w:t>
      </w:r>
      <w:r w:rsidRPr="006F6F9F">
        <w:t xml:space="preserve">руб., по расходам в сумме </w:t>
      </w:r>
      <w:r>
        <w:t>3519,5</w:t>
      </w:r>
      <w:r w:rsidRPr="006F6F9F">
        <w:t xml:space="preserve"> тыс. руб.</w:t>
      </w:r>
      <w:bookmarkStart w:id="0" w:name="_GoBack"/>
      <w:bookmarkEnd w:id="0"/>
    </w:p>
    <w:p w:rsidR="009F3F4E" w:rsidRPr="00963031" w:rsidRDefault="009F3F4E" w:rsidP="00963031">
      <w:pPr>
        <w:jc w:val="both"/>
      </w:pPr>
      <w:r w:rsidRPr="00F532DE">
        <w:t xml:space="preserve">3. Внести соответствующие изменения в Приложения </w:t>
      </w:r>
      <w:r w:rsidRPr="00D763B6">
        <w:t>№</w:t>
      </w:r>
      <w:r>
        <w:t xml:space="preserve"> 1,2,7,9,11</w:t>
      </w:r>
      <w:r w:rsidRPr="00F532DE">
        <w:t xml:space="preserve"> решения Совета</w:t>
      </w:r>
      <w:r w:rsidRPr="00F532DE">
        <w:rPr>
          <w:b/>
        </w:rPr>
        <w:t xml:space="preserve"> </w:t>
      </w:r>
      <w:r w:rsidRPr="00F532DE">
        <w:t xml:space="preserve">депутатов муниципального образования «Ураковское» </w:t>
      </w:r>
      <w:r w:rsidRPr="00963031">
        <w:t xml:space="preserve">№ 199 от 25.12.2020 «О бюджете муниципального образования «Ураковское» </w:t>
      </w:r>
      <w:r w:rsidRPr="00963031">
        <w:rPr>
          <w:bCs/>
        </w:rPr>
        <w:t>на 2021 год и на плановый период</w:t>
      </w:r>
      <w:r>
        <w:t xml:space="preserve"> </w:t>
      </w:r>
      <w:r w:rsidRPr="00963031">
        <w:t>2022 и 2023 годов» (в ред. решения № 214 от 11.02.2021,  № 218 от 26.03.2021)</w:t>
      </w:r>
      <w:r>
        <w:t>.</w:t>
      </w:r>
    </w:p>
    <w:p w:rsidR="009F3F4E" w:rsidRDefault="009F3F4E" w:rsidP="00963031">
      <w:pPr>
        <w:ind w:firstLine="567"/>
        <w:jc w:val="both"/>
      </w:pPr>
    </w:p>
    <w:p w:rsidR="009F3F4E" w:rsidRDefault="009F3F4E" w:rsidP="00BD5C92">
      <w:pPr>
        <w:jc w:val="both"/>
      </w:pPr>
    </w:p>
    <w:p w:rsidR="009F3F4E" w:rsidRDefault="009F3F4E" w:rsidP="002E5B37">
      <w:pPr>
        <w:tabs>
          <w:tab w:val="left" w:pos="7845"/>
        </w:tabs>
        <w:ind w:left="360" w:hanging="360"/>
        <w:jc w:val="both"/>
        <w:rPr>
          <w:b/>
        </w:rPr>
      </w:pPr>
      <w:r w:rsidRPr="00F532DE">
        <w:rPr>
          <w:b/>
        </w:rPr>
        <w:t>Глава муниципального</w:t>
      </w:r>
    </w:p>
    <w:p w:rsidR="009F3F4E" w:rsidRPr="006E1CF3" w:rsidRDefault="009F3F4E" w:rsidP="00963031">
      <w:pPr>
        <w:tabs>
          <w:tab w:val="left" w:pos="7845"/>
        </w:tabs>
        <w:ind w:left="360" w:hanging="360"/>
        <w:jc w:val="both"/>
        <w:rPr>
          <w:b/>
        </w:rPr>
      </w:pPr>
      <w:r w:rsidRPr="00F532DE">
        <w:rPr>
          <w:b/>
        </w:rPr>
        <w:t>образования</w:t>
      </w:r>
      <w:r>
        <w:rPr>
          <w:b/>
        </w:rPr>
        <w:t xml:space="preserve"> </w:t>
      </w:r>
      <w:r w:rsidRPr="00F532DE">
        <w:rPr>
          <w:b/>
        </w:rPr>
        <w:t xml:space="preserve">«Ураковское»    </w:t>
      </w:r>
      <w:r>
        <w:rPr>
          <w:b/>
        </w:rPr>
        <w:t xml:space="preserve">                                                                     </w:t>
      </w:r>
      <w:r w:rsidRPr="00F532DE">
        <w:rPr>
          <w:b/>
        </w:rPr>
        <w:t xml:space="preserve"> </w:t>
      </w:r>
      <w:r>
        <w:rPr>
          <w:b/>
        </w:rPr>
        <w:t>Т.В. Бабинцева</w:t>
      </w:r>
      <w:r w:rsidRPr="00F532DE">
        <w:rPr>
          <w:b/>
        </w:rPr>
        <w:t xml:space="preserve">                                                                                         </w:t>
      </w:r>
      <w:r>
        <w:rPr>
          <w:b/>
        </w:rPr>
        <w:t xml:space="preserve">  </w:t>
      </w:r>
    </w:p>
    <w:sectPr w:rsidR="009F3F4E" w:rsidRPr="006E1CF3" w:rsidSect="003838B2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9F4"/>
    <w:rsid w:val="00034544"/>
    <w:rsid w:val="00041A83"/>
    <w:rsid w:val="00051A02"/>
    <w:rsid w:val="00076313"/>
    <w:rsid w:val="000875D3"/>
    <w:rsid w:val="000B07E4"/>
    <w:rsid w:val="000B79F4"/>
    <w:rsid w:val="000E356C"/>
    <w:rsid w:val="00123930"/>
    <w:rsid w:val="00131A99"/>
    <w:rsid w:val="00132F6D"/>
    <w:rsid w:val="00134619"/>
    <w:rsid w:val="001466A8"/>
    <w:rsid w:val="00170080"/>
    <w:rsid w:val="00187597"/>
    <w:rsid w:val="0019658A"/>
    <w:rsid w:val="001B6FB5"/>
    <w:rsid w:val="001B7095"/>
    <w:rsid w:val="001C59DA"/>
    <w:rsid w:val="001D3FF2"/>
    <w:rsid w:val="001D621A"/>
    <w:rsid w:val="001F5E43"/>
    <w:rsid w:val="002023EF"/>
    <w:rsid w:val="00204275"/>
    <w:rsid w:val="00206FB7"/>
    <w:rsid w:val="00243A41"/>
    <w:rsid w:val="0027216D"/>
    <w:rsid w:val="00291A93"/>
    <w:rsid w:val="002925E3"/>
    <w:rsid w:val="0029680A"/>
    <w:rsid w:val="002A7CDB"/>
    <w:rsid w:val="002C2A9D"/>
    <w:rsid w:val="002C2F08"/>
    <w:rsid w:val="002D07FC"/>
    <w:rsid w:val="002D2144"/>
    <w:rsid w:val="002D49F2"/>
    <w:rsid w:val="002E05F0"/>
    <w:rsid w:val="002E5B37"/>
    <w:rsid w:val="00315A79"/>
    <w:rsid w:val="00315AC3"/>
    <w:rsid w:val="0032494C"/>
    <w:rsid w:val="0033770A"/>
    <w:rsid w:val="00350E82"/>
    <w:rsid w:val="00356124"/>
    <w:rsid w:val="0036110D"/>
    <w:rsid w:val="00365545"/>
    <w:rsid w:val="00377BF8"/>
    <w:rsid w:val="003838B2"/>
    <w:rsid w:val="00385157"/>
    <w:rsid w:val="003857FB"/>
    <w:rsid w:val="00392C16"/>
    <w:rsid w:val="00393073"/>
    <w:rsid w:val="003B0EB1"/>
    <w:rsid w:val="003B7F52"/>
    <w:rsid w:val="003C4757"/>
    <w:rsid w:val="003D008F"/>
    <w:rsid w:val="003D2B34"/>
    <w:rsid w:val="003E1B05"/>
    <w:rsid w:val="003F06F0"/>
    <w:rsid w:val="003F7906"/>
    <w:rsid w:val="0043062C"/>
    <w:rsid w:val="0043642D"/>
    <w:rsid w:val="00487FBD"/>
    <w:rsid w:val="0049044C"/>
    <w:rsid w:val="0049247D"/>
    <w:rsid w:val="00492A05"/>
    <w:rsid w:val="0049406D"/>
    <w:rsid w:val="00496697"/>
    <w:rsid w:val="004B3A36"/>
    <w:rsid w:val="004B5967"/>
    <w:rsid w:val="004D0A55"/>
    <w:rsid w:val="004D6EDB"/>
    <w:rsid w:val="004F4917"/>
    <w:rsid w:val="00515225"/>
    <w:rsid w:val="005378A1"/>
    <w:rsid w:val="00542FAB"/>
    <w:rsid w:val="00561253"/>
    <w:rsid w:val="00562C89"/>
    <w:rsid w:val="00572D6F"/>
    <w:rsid w:val="00580436"/>
    <w:rsid w:val="00581F97"/>
    <w:rsid w:val="00595A89"/>
    <w:rsid w:val="005A09FE"/>
    <w:rsid w:val="005C1F3F"/>
    <w:rsid w:val="005C3999"/>
    <w:rsid w:val="005D5A9F"/>
    <w:rsid w:val="005E4D79"/>
    <w:rsid w:val="005F79AD"/>
    <w:rsid w:val="00607531"/>
    <w:rsid w:val="00610624"/>
    <w:rsid w:val="0061227D"/>
    <w:rsid w:val="006255E8"/>
    <w:rsid w:val="00626B36"/>
    <w:rsid w:val="00660AFA"/>
    <w:rsid w:val="00681994"/>
    <w:rsid w:val="0068475F"/>
    <w:rsid w:val="006869D2"/>
    <w:rsid w:val="0069172B"/>
    <w:rsid w:val="00693979"/>
    <w:rsid w:val="006D0606"/>
    <w:rsid w:val="006E0DBA"/>
    <w:rsid w:val="006E1CF3"/>
    <w:rsid w:val="006E62DB"/>
    <w:rsid w:val="006F468F"/>
    <w:rsid w:val="006F6F9F"/>
    <w:rsid w:val="007028BF"/>
    <w:rsid w:val="00703FA9"/>
    <w:rsid w:val="0072227F"/>
    <w:rsid w:val="00724E9A"/>
    <w:rsid w:val="00725AD2"/>
    <w:rsid w:val="00725BE8"/>
    <w:rsid w:val="0075734A"/>
    <w:rsid w:val="00767BCF"/>
    <w:rsid w:val="00770018"/>
    <w:rsid w:val="007710D9"/>
    <w:rsid w:val="00773310"/>
    <w:rsid w:val="00785D28"/>
    <w:rsid w:val="007A25FC"/>
    <w:rsid w:val="007A6CB9"/>
    <w:rsid w:val="007B1716"/>
    <w:rsid w:val="007F6658"/>
    <w:rsid w:val="007F78C2"/>
    <w:rsid w:val="00805D71"/>
    <w:rsid w:val="0082268F"/>
    <w:rsid w:val="0082507B"/>
    <w:rsid w:val="008324A5"/>
    <w:rsid w:val="00832957"/>
    <w:rsid w:val="00844FD6"/>
    <w:rsid w:val="008454A3"/>
    <w:rsid w:val="0085278A"/>
    <w:rsid w:val="00871C21"/>
    <w:rsid w:val="00872764"/>
    <w:rsid w:val="00874290"/>
    <w:rsid w:val="00886BC2"/>
    <w:rsid w:val="008B3067"/>
    <w:rsid w:val="008F1B25"/>
    <w:rsid w:val="009349C2"/>
    <w:rsid w:val="00950BB7"/>
    <w:rsid w:val="00956162"/>
    <w:rsid w:val="00963031"/>
    <w:rsid w:val="00974BEE"/>
    <w:rsid w:val="00991781"/>
    <w:rsid w:val="009938AA"/>
    <w:rsid w:val="009A6AA6"/>
    <w:rsid w:val="009A6D15"/>
    <w:rsid w:val="009D1054"/>
    <w:rsid w:val="009E514C"/>
    <w:rsid w:val="009F185A"/>
    <w:rsid w:val="009F35EF"/>
    <w:rsid w:val="009F3F4E"/>
    <w:rsid w:val="009F583F"/>
    <w:rsid w:val="009F5E27"/>
    <w:rsid w:val="009F6CA9"/>
    <w:rsid w:val="00A045F2"/>
    <w:rsid w:val="00A04EEC"/>
    <w:rsid w:val="00A12B87"/>
    <w:rsid w:val="00A211F8"/>
    <w:rsid w:val="00A22B13"/>
    <w:rsid w:val="00A258C7"/>
    <w:rsid w:val="00A263AE"/>
    <w:rsid w:val="00A30687"/>
    <w:rsid w:val="00A46FCC"/>
    <w:rsid w:val="00A75492"/>
    <w:rsid w:val="00A96E35"/>
    <w:rsid w:val="00AB28B2"/>
    <w:rsid w:val="00AB79EC"/>
    <w:rsid w:val="00AC0D65"/>
    <w:rsid w:val="00AC79D0"/>
    <w:rsid w:val="00AD3ACC"/>
    <w:rsid w:val="00AD4E3F"/>
    <w:rsid w:val="00AF1DE1"/>
    <w:rsid w:val="00B00B61"/>
    <w:rsid w:val="00B02FA1"/>
    <w:rsid w:val="00B034CB"/>
    <w:rsid w:val="00B12731"/>
    <w:rsid w:val="00B3092B"/>
    <w:rsid w:val="00B30957"/>
    <w:rsid w:val="00B54C0F"/>
    <w:rsid w:val="00B66252"/>
    <w:rsid w:val="00B876B5"/>
    <w:rsid w:val="00B920BF"/>
    <w:rsid w:val="00B95B2A"/>
    <w:rsid w:val="00B97021"/>
    <w:rsid w:val="00B97DCC"/>
    <w:rsid w:val="00BA0A83"/>
    <w:rsid w:val="00BB4EE4"/>
    <w:rsid w:val="00BB6C24"/>
    <w:rsid w:val="00BC02D5"/>
    <w:rsid w:val="00BC0986"/>
    <w:rsid w:val="00BD5C92"/>
    <w:rsid w:val="00BE071A"/>
    <w:rsid w:val="00BF3216"/>
    <w:rsid w:val="00BF6155"/>
    <w:rsid w:val="00BF7924"/>
    <w:rsid w:val="00C13B56"/>
    <w:rsid w:val="00C17AE9"/>
    <w:rsid w:val="00C30D39"/>
    <w:rsid w:val="00C3584E"/>
    <w:rsid w:val="00C36D63"/>
    <w:rsid w:val="00C41018"/>
    <w:rsid w:val="00C62526"/>
    <w:rsid w:val="00C66F53"/>
    <w:rsid w:val="00C7354F"/>
    <w:rsid w:val="00C77831"/>
    <w:rsid w:val="00C85B57"/>
    <w:rsid w:val="00CA2D7F"/>
    <w:rsid w:val="00CA538C"/>
    <w:rsid w:val="00CB0319"/>
    <w:rsid w:val="00CB167C"/>
    <w:rsid w:val="00CB4240"/>
    <w:rsid w:val="00CC449A"/>
    <w:rsid w:val="00CD3460"/>
    <w:rsid w:val="00CE0FA9"/>
    <w:rsid w:val="00D164B5"/>
    <w:rsid w:val="00D43EC8"/>
    <w:rsid w:val="00D444FC"/>
    <w:rsid w:val="00D460FD"/>
    <w:rsid w:val="00D47B50"/>
    <w:rsid w:val="00D51D8C"/>
    <w:rsid w:val="00D655B2"/>
    <w:rsid w:val="00D6732F"/>
    <w:rsid w:val="00D763B6"/>
    <w:rsid w:val="00D776D8"/>
    <w:rsid w:val="00DB23D5"/>
    <w:rsid w:val="00DB4751"/>
    <w:rsid w:val="00DB7894"/>
    <w:rsid w:val="00DC09C6"/>
    <w:rsid w:val="00DD01C3"/>
    <w:rsid w:val="00DE414C"/>
    <w:rsid w:val="00DF1E48"/>
    <w:rsid w:val="00DF7E30"/>
    <w:rsid w:val="00E054AE"/>
    <w:rsid w:val="00E12947"/>
    <w:rsid w:val="00E23DC6"/>
    <w:rsid w:val="00E355C9"/>
    <w:rsid w:val="00E53B46"/>
    <w:rsid w:val="00E572DB"/>
    <w:rsid w:val="00E63ACD"/>
    <w:rsid w:val="00E65E47"/>
    <w:rsid w:val="00E70518"/>
    <w:rsid w:val="00E85035"/>
    <w:rsid w:val="00E926CC"/>
    <w:rsid w:val="00EA7615"/>
    <w:rsid w:val="00EB2A92"/>
    <w:rsid w:val="00EC6690"/>
    <w:rsid w:val="00EC704A"/>
    <w:rsid w:val="00EC7D7D"/>
    <w:rsid w:val="00ED6483"/>
    <w:rsid w:val="00EE11AE"/>
    <w:rsid w:val="00EE5607"/>
    <w:rsid w:val="00EF03AA"/>
    <w:rsid w:val="00F05354"/>
    <w:rsid w:val="00F16B8E"/>
    <w:rsid w:val="00F25436"/>
    <w:rsid w:val="00F33EE1"/>
    <w:rsid w:val="00F367AF"/>
    <w:rsid w:val="00F41333"/>
    <w:rsid w:val="00F41D15"/>
    <w:rsid w:val="00F52F0B"/>
    <w:rsid w:val="00F53096"/>
    <w:rsid w:val="00F532DE"/>
    <w:rsid w:val="00F53FB4"/>
    <w:rsid w:val="00F6025B"/>
    <w:rsid w:val="00F770CF"/>
    <w:rsid w:val="00F82486"/>
    <w:rsid w:val="00F83352"/>
    <w:rsid w:val="00FA10F1"/>
    <w:rsid w:val="00FB2673"/>
    <w:rsid w:val="00FC27F2"/>
    <w:rsid w:val="00FC5813"/>
    <w:rsid w:val="00FE44E3"/>
    <w:rsid w:val="00FE537F"/>
    <w:rsid w:val="00FF4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B8E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16B8E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0B79F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C449A"/>
    <w:pPr>
      <w:widowControl w:val="0"/>
      <w:autoSpaceDE w:val="0"/>
    </w:pPr>
    <w:rPr>
      <w:rFonts w:eastAsia="Times New Roman" w:cs="Calibri"/>
      <w:szCs w:val="20"/>
      <w:lang w:eastAsia="zh-CN"/>
    </w:rPr>
  </w:style>
  <w:style w:type="paragraph" w:customStyle="1" w:styleId="21">
    <w:name w:val="Основной текст с отступом 21"/>
    <w:basedOn w:val="Normal"/>
    <w:uiPriority w:val="99"/>
    <w:rsid w:val="00871C21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313</TotalTime>
  <Pages>2</Pages>
  <Words>449</Words>
  <Characters>2563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53</cp:revision>
  <cp:lastPrinted>2021-03-25T05:28:00Z</cp:lastPrinted>
  <dcterms:created xsi:type="dcterms:W3CDTF">2020-05-14T12:48:00Z</dcterms:created>
  <dcterms:modified xsi:type="dcterms:W3CDTF">2021-04-07T11:19:00Z</dcterms:modified>
</cp:coreProperties>
</file>