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70E" w:rsidRPr="009F345A" w:rsidRDefault="001F470E" w:rsidP="00EA4306">
      <w:pPr>
        <w:jc w:val="center"/>
        <w:rPr>
          <w:rFonts w:ascii="Times New Roman" w:hAnsi="Times New Roman"/>
          <w:b/>
          <w:sz w:val="24"/>
          <w:szCs w:val="24"/>
        </w:rPr>
      </w:pPr>
      <w:r w:rsidRPr="009F345A">
        <w:rPr>
          <w:rFonts w:ascii="Times New Roman" w:hAnsi="Times New Roman"/>
          <w:b/>
          <w:sz w:val="24"/>
          <w:szCs w:val="24"/>
        </w:rPr>
        <w:t>Пояснительная записка к среднесрочному финансовому плану муниципального образования «Ураковское» на 2016-2018 годы</w:t>
      </w:r>
    </w:p>
    <w:p w:rsidR="001F470E" w:rsidRPr="009F345A" w:rsidRDefault="001F470E" w:rsidP="002A0D7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F345A">
        <w:rPr>
          <w:rFonts w:ascii="Times New Roman" w:hAnsi="Times New Roman"/>
          <w:sz w:val="24"/>
          <w:szCs w:val="24"/>
          <w:lang w:eastAsia="ru-RU"/>
        </w:rPr>
        <w:t>Среднесрочный финансовый план является прогнозно-аналитическим документом. Финансовый план разработан с целью определение общего объёма финансовых ресурсов,  которые могут быть направлены на исполнение расходных обязательств муниципального образования «Ураковское» в плановом периоде.</w:t>
      </w:r>
    </w:p>
    <w:p w:rsidR="001F470E" w:rsidRPr="009F345A" w:rsidRDefault="001F470E" w:rsidP="005E2BE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F345A">
        <w:rPr>
          <w:rFonts w:ascii="Times New Roman" w:hAnsi="Times New Roman"/>
          <w:sz w:val="24"/>
          <w:szCs w:val="24"/>
        </w:rPr>
        <w:t xml:space="preserve">Среднесрочный финансовый план муниципального образования «Ураковское»  на 2016-2018 годы сформирован с соблюдением требований статьи 174 Бюджетного кодекса Российской Федерации и постановления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9F345A">
        <w:rPr>
          <w:rFonts w:ascii="Times New Roman" w:hAnsi="Times New Roman"/>
          <w:sz w:val="24"/>
          <w:szCs w:val="24"/>
        </w:rPr>
        <w:t xml:space="preserve"> муниципально</w:t>
      </w:r>
      <w:r>
        <w:rPr>
          <w:rFonts w:ascii="Times New Roman" w:hAnsi="Times New Roman"/>
          <w:sz w:val="24"/>
          <w:szCs w:val="24"/>
        </w:rPr>
        <w:t>го образования «Ураковское» № 59.1</w:t>
      </w:r>
      <w:r w:rsidRPr="009F345A">
        <w:rPr>
          <w:rFonts w:ascii="Times New Roman" w:hAnsi="Times New Roman"/>
          <w:sz w:val="24"/>
          <w:szCs w:val="24"/>
        </w:rPr>
        <w:t xml:space="preserve"> от 02.11.2015</w:t>
      </w:r>
      <w:r w:rsidRPr="009F345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F345A">
        <w:rPr>
          <w:rFonts w:ascii="Times New Roman" w:hAnsi="Times New Roman"/>
          <w:sz w:val="24"/>
          <w:szCs w:val="24"/>
        </w:rPr>
        <w:t>«Об утверждении порядка составления и утверждения среднесрочного финансового плана муниципального образования «</w:t>
      </w:r>
      <w:r w:rsidRPr="009F345A">
        <w:rPr>
          <w:rFonts w:ascii="Times New Roman" w:hAnsi="Times New Roman"/>
          <w:sz w:val="24"/>
          <w:szCs w:val="24"/>
          <w:lang w:eastAsia="ru-RU"/>
        </w:rPr>
        <w:t>Ураковское</w:t>
      </w:r>
      <w:r w:rsidRPr="009F345A">
        <w:rPr>
          <w:rFonts w:ascii="Times New Roman" w:hAnsi="Times New Roman"/>
          <w:sz w:val="24"/>
          <w:szCs w:val="24"/>
        </w:rPr>
        <w:t>».</w:t>
      </w:r>
    </w:p>
    <w:p w:rsidR="001F470E" w:rsidRPr="009F345A" w:rsidRDefault="001F470E" w:rsidP="005E2BE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F345A">
        <w:rPr>
          <w:rFonts w:ascii="Times New Roman" w:hAnsi="Times New Roman"/>
          <w:sz w:val="24"/>
          <w:szCs w:val="24"/>
        </w:rPr>
        <w:t>При разработке среднесрочного финансового плана использовались следующие данные и показатели:</w:t>
      </w:r>
    </w:p>
    <w:p w:rsidR="001F470E" w:rsidRPr="009F345A" w:rsidRDefault="001F470E" w:rsidP="005E2BE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F345A">
        <w:rPr>
          <w:rFonts w:ascii="Times New Roman" w:hAnsi="Times New Roman"/>
          <w:sz w:val="24"/>
          <w:szCs w:val="24"/>
        </w:rPr>
        <w:t>- основные показатели прогноза социально-экономического развития муниципального образования «Глазовский район» на 2016 год и на плановый период 2017 и 2018 годов»;</w:t>
      </w:r>
    </w:p>
    <w:p w:rsidR="001F470E" w:rsidRPr="009F345A" w:rsidRDefault="001F470E" w:rsidP="005E2BE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F345A">
        <w:rPr>
          <w:rFonts w:ascii="Times New Roman" w:hAnsi="Times New Roman"/>
          <w:sz w:val="24"/>
          <w:szCs w:val="24"/>
        </w:rPr>
        <w:t>- основные направления бюджетной и налоговой политики муниципального образования «Глазовский район» на 2016 год и на плановый период 2017 и 2018 годов»</w:t>
      </w:r>
    </w:p>
    <w:p w:rsidR="001F470E" w:rsidRPr="009F345A" w:rsidRDefault="001F470E" w:rsidP="005E2BE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F345A">
        <w:rPr>
          <w:rFonts w:ascii="Times New Roman" w:hAnsi="Times New Roman"/>
          <w:sz w:val="24"/>
          <w:szCs w:val="24"/>
        </w:rPr>
        <w:t>- отчётные данные об исполнении бюджета муниципального образования «Ураковское» за 10 месяцев 2015 года;</w:t>
      </w:r>
    </w:p>
    <w:p w:rsidR="001F470E" w:rsidRPr="009F345A" w:rsidRDefault="001F470E" w:rsidP="005E2BE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F345A">
        <w:rPr>
          <w:rFonts w:ascii="Times New Roman" w:hAnsi="Times New Roman"/>
          <w:sz w:val="24"/>
          <w:szCs w:val="24"/>
        </w:rPr>
        <w:t>- данные реестра расходных обязательств муниципального образования «</w:t>
      </w:r>
      <w:r w:rsidRPr="009F345A">
        <w:rPr>
          <w:rFonts w:ascii="Times New Roman" w:hAnsi="Times New Roman"/>
          <w:sz w:val="24"/>
          <w:szCs w:val="24"/>
          <w:lang w:eastAsia="ru-RU"/>
        </w:rPr>
        <w:t>Ураковское</w:t>
      </w:r>
      <w:r w:rsidRPr="009F345A">
        <w:rPr>
          <w:rFonts w:ascii="Times New Roman" w:hAnsi="Times New Roman"/>
          <w:sz w:val="24"/>
          <w:szCs w:val="24"/>
        </w:rPr>
        <w:t>»;</w:t>
      </w:r>
      <w:bookmarkStart w:id="0" w:name="_GoBack"/>
      <w:bookmarkEnd w:id="0"/>
    </w:p>
    <w:p w:rsidR="001F470E" w:rsidRPr="009F345A" w:rsidRDefault="001F470E" w:rsidP="005E2BE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F345A">
        <w:rPr>
          <w:rFonts w:ascii="Times New Roman" w:hAnsi="Times New Roman"/>
          <w:sz w:val="24"/>
          <w:szCs w:val="24"/>
        </w:rPr>
        <w:t>- проект Сценарных условий и основных параметров прогноза социально-экономического развития РФ на 2016 год и плановый период 2017 и 2018 годов».</w:t>
      </w:r>
    </w:p>
    <w:p w:rsidR="001F470E" w:rsidRPr="009F345A" w:rsidRDefault="001F470E" w:rsidP="00D748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F345A">
        <w:rPr>
          <w:rFonts w:ascii="Times New Roman" w:hAnsi="Times New Roman"/>
          <w:sz w:val="24"/>
          <w:szCs w:val="24"/>
        </w:rPr>
        <w:t xml:space="preserve">            При расчете налоговых и неналоговых доходов бюджета сельского поселения учитывалась оценка поступления доходов в 2015 году, с применением индекса потребительских цен на 2016 год - 107%, на 2017 год – 106,5%, на 2018 год – 105,5%.  Для расчёта налога на доходы физических лиц, применен коэффициент роста фонда оплаты труда работников на 2016 год – 109,1%, на 2017 год – 109,1%, на 2018 год 109%.</w:t>
      </w:r>
    </w:p>
    <w:p w:rsidR="001F470E" w:rsidRPr="009F345A" w:rsidRDefault="001F470E" w:rsidP="00D74805">
      <w:pPr>
        <w:widowControl w:val="0"/>
        <w:spacing w:after="0"/>
        <w:ind w:firstLine="709"/>
        <w:jc w:val="both"/>
        <w:rPr>
          <w:rFonts w:ascii="Times New Roman" w:hAnsi="Times New Roman"/>
          <w:snapToGrid w:val="0"/>
          <w:sz w:val="24"/>
          <w:szCs w:val="24"/>
          <w:lang w:eastAsia="ru-RU"/>
        </w:rPr>
      </w:pPr>
      <w:r w:rsidRPr="009F345A">
        <w:rPr>
          <w:rFonts w:ascii="Times New Roman" w:hAnsi="Times New Roman"/>
          <w:sz w:val="24"/>
          <w:szCs w:val="24"/>
        </w:rPr>
        <w:t>Безвозмездные поступления в бюджеты сельских поступлений на 2016-2018 годы определены,</w:t>
      </w:r>
      <w:r w:rsidRPr="009F345A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исходя из сумм, предусмотренных для бюджетов сельских поселений в решении «О бюджете муниципального образования «Глазовский район на 2016 год».</w:t>
      </w:r>
    </w:p>
    <w:p w:rsidR="001F470E" w:rsidRPr="009F345A" w:rsidRDefault="001F470E" w:rsidP="005E2BE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F345A">
        <w:rPr>
          <w:rFonts w:ascii="Times New Roman" w:hAnsi="Times New Roman"/>
          <w:sz w:val="24"/>
          <w:szCs w:val="24"/>
        </w:rPr>
        <w:t>Формирование расходной части бюджета муниципального образования «Ураковское» на 2016-2018 годы осуществлялось в соответствии с полномочиями, определенными Федеральным законом «Об общих принципах организации местного самоуправления в Российской Федерации» от 06.10.2003г. №131-ФЗ.</w:t>
      </w:r>
    </w:p>
    <w:p w:rsidR="001F470E" w:rsidRPr="009F345A" w:rsidRDefault="001F470E" w:rsidP="0087021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F345A">
        <w:rPr>
          <w:rFonts w:ascii="Times New Roman" w:hAnsi="Times New Roman"/>
          <w:sz w:val="24"/>
          <w:szCs w:val="24"/>
        </w:rPr>
        <w:t xml:space="preserve">Расходная часть среднесрочного финансового плана составлена согласно данных реестра расходных обязательств. </w:t>
      </w:r>
    </w:p>
    <w:p w:rsidR="001F470E" w:rsidRPr="009F345A" w:rsidRDefault="001F470E" w:rsidP="0087021B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F345A">
        <w:rPr>
          <w:rFonts w:ascii="Times New Roman" w:hAnsi="Times New Roman"/>
          <w:sz w:val="24"/>
          <w:szCs w:val="24"/>
        </w:rPr>
        <w:t>В 2016 году уменьшатся расходы по разделу «Культура, кинематография и средства массовой информации в связи с передачей полномочий в сфере культуры из поселения в район. В остальном в планируемом периоде сложившаяся структура не претерпит принципиальных изменений. Все текущие расходы на 2017 и 2018 годы проиндексированы на 6,5% от расходов 2016 года в соответствии с проектом Сценарных условий и основных параметров прогноза социально-экономического развития РФ на 2016 год и плановый период 2017 и 2018 годов».</w:t>
      </w:r>
    </w:p>
    <w:p w:rsidR="001F470E" w:rsidRPr="009F345A" w:rsidRDefault="001F470E" w:rsidP="000A1FC2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F345A">
        <w:rPr>
          <w:rFonts w:ascii="Times New Roman" w:hAnsi="Times New Roman"/>
          <w:sz w:val="24"/>
          <w:szCs w:val="24"/>
        </w:rPr>
        <w:t>Учитывая, что согласно бюджетному законодательству показатели среднесрочного финансового плана носят рекомендательный характер и могут быть пересмотрены в следующих бюджетных циклах, распределение расходов будет уточняться при формировании бюджетов на последующие годы.</w:t>
      </w:r>
    </w:p>
    <w:p w:rsidR="001F470E" w:rsidRPr="009F345A" w:rsidRDefault="001F470E" w:rsidP="005E2BE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F345A">
        <w:rPr>
          <w:rFonts w:ascii="Times New Roman" w:hAnsi="Times New Roman"/>
          <w:sz w:val="24"/>
          <w:szCs w:val="24"/>
        </w:rPr>
        <w:t>Источниками внутреннего финансирования дефицита бюджета муниципального образования «Ураковское» на 2016-2018 годы планируются остатки средств бюджета на конец каждого года.</w:t>
      </w:r>
    </w:p>
    <w:p w:rsidR="001F470E" w:rsidRPr="009F345A" w:rsidRDefault="001F470E" w:rsidP="005E2BE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9F345A">
        <w:rPr>
          <w:rFonts w:ascii="Times New Roman" w:hAnsi="Times New Roman"/>
          <w:sz w:val="24"/>
          <w:szCs w:val="24"/>
        </w:rPr>
        <w:t>Планируемый дефицит не превышает норм, установленных бюджетным законодательством.</w:t>
      </w:r>
    </w:p>
    <w:p w:rsidR="001F470E" w:rsidRPr="009F345A" w:rsidRDefault="001F470E" w:rsidP="005E2BE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F470E" w:rsidRPr="009F345A" w:rsidRDefault="001F470E" w:rsidP="005E2BE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F470E" w:rsidRPr="009F345A" w:rsidRDefault="001F470E" w:rsidP="005E2BEA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F470E" w:rsidRPr="00A14A29" w:rsidRDefault="001F470E" w:rsidP="005E2BEA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470E" w:rsidRPr="00A14A29" w:rsidRDefault="001F470E" w:rsidP="005E2BEA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1F470E" w:rsidRPr="00A14A29" w:rsidSect="00E02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4306"/>
    <w:rsid w:val="000251B6"/>
    <w:rsid w:val="00094B1E"/>
    <w:rsid w:val="000A1FC2"/>
    <w:rsid w:val="000A3DC2"/>
    <w:rsid w:val="000F4384"/>
    <w:rsid w:val="000F4F4B"/>
    <w:rsid w:val="00101697"/>
    <w:rsid w:val="00113741"/>
    <w:rsid w:val="001C68DF"/>
    <w:rsid w:val="001F470E"/>
    <w:rsid w:val="002A0D77"/>
    <w:rsid w:val="00321A74"/>
    <w:rsid w:val="003477D2"/>
    <w:rsid w:val="003B164C"/>
    <w:rsid w:val="003F7226"/>
    <w:rsid w:val="00417411"/>
    <w:rsid w:val="00553B44"/>
    <w:rsid w:val="005E2BEA"/>
    <w:rsid w:val="006358AF"/>
    <w:rsid w:val="00635BA2"/>
    <w:rsid w:val="006D3760"/>
    <w:rsid w:val="00717737"/>
    <w:rsid w:val="007F4B37"/>
    <w:rsid w:val="008118D2"/>
    <w:rsid w:val="00840004"/>
    <w:rsid w:val="0087021B"/>
    <w:rsid w:val="00876074"/>
    <w:rsid w:val="00896AF0"/>
    <w:rsid w:val="008D2D13"/>
    <w:rsid w:val="00925EB3"/>
    <w:rsid w:val="00950350"/>
    <w:rsid w:val="00957A92"/>
    <w:rsid w:val="009F345A"/>
    <w:rsid w:val="00A14A29"/>
    <w:rsid w:val="00A368CA"/>
    <w:rsid w:val="00A42C49"/>
    <w:rsid w:val="00A555B8"/>
    <w:rsid w:val="00B25047"/>
    <w:rsid w:val="00B36D7A"/>
    <w:rsid w:val="00BF002F"/>
    <w:rsid w:val="00C100E6"/>
    <w:rsid w:val="00C110B9"/>
    <w:rsid w:val="00C52385"/>
    <w:rsid w:val="00D2128E"/>
    <w:rsid w:val="00D74805"/>
    <w:rsid w:val="00E029A3"/>
    <w:rsid w:val="00E8644D"/>
    <w:rsid w:val="00EA4306"/>
    <w:rsid w:val="00EB4095"/>
    <w:rsid w:val="00F12281"/>
    <w:rsid w:val="00F32656"/>
    <w:rsid w:val="00FD1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A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E2BEA"/>
    <w:rPr>
      <w:lang w:eastAsia="en-US"/>
    </w:rPr>
  </w:style>
  <w:style w:type="table" w:styleId="TableGrid">
    <w:name w:val="Table Grid"/>
    <w:basedOn w:val="TableNormal"/>
    <w:uiPriority w:val="99"/>
    <w:rsid w:val="006D376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120</TotalTime>
  <Pages>2</Pages>
  <Words>537</Words>
  <Characters>3066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Г.М. Федина</dc:creator>
  <cp:keywords/>
  <dc:description/>
  <cp:lastModifiedBy>Пользователь</cp:lastModifiedBy>
  <cp:revision>5</cp:revision>
  <cp:lastPrinted>2014-10-16T14:18:00Z</cp:lastPrinted>
  <dcterms:created xsi:type="dcterms:W3CDTF">2015-11-19T07:00:00Z</dcterms:created>
  <dcterms:modified xsi:type="dcterms:W3CDTF">2015-11-27T09:31:00Z</dcterms:modified>
</cp:coreProperties>
</file>