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2D4" w:rsidRPr="005F79AD" w:rsidRDefault="003822D4" w:rsidP="00496279">
      <w:pPr>
        <w:shd w:val="clear" w:color="auto" w:fill="FFFFFF"/>
        <w:ind w:right="563"/>
        <w:rPr>
          <w:b/>
          <w:color w:val="FF0000"/>
        </w:rPr>
      </w:pPr>
    </w:p>
    <w:p w:rsidR="003822D4" w:rsidRPr="00711A5A" w:rsidRDefault="003822D4" w:rsidP="00496279">
      <w:pPr>
        <w:tabs>
          <w:tab w:val="center" w:pos="4677"/>
        </w:tabs>
        <w:jc w:val="center"/>
        <w:rPr>
          <w:sz w:val="20"/>
          <w:szCs w:val="20"/>
        </w:rPr>
      </w:pPr>
      <w:r w:rsidRPr="00711A5A">
        <w:rPr>
          <w:sz w:val="20"/>
          <w:szCs w:val="20"/>
        </w:rPr>
        <w:t>СОВЕТ ДЕПУТАТОВ МУНИЦИПАЛЬНОГО ОБРАЗОВАНИЯ «УРАКОВСКОЕ»</w:t>
      </w:r>
    </w:p>
    <w:p w:rsidR="003822D4" w:rsidRPr="00711A5A" w:rsidRDefault="003822D4" w:rsidP="00496279">
      <w:pPr>
        <w:jc w:val="center"/>
        <w:rPr>
          <w:bCs/>
          <w:sz w:val="20"/>
          <w:szCs w:val="20"/>
        </w:rPr>
      </w:pPr>
    </w:p>
    <w:p w:rsidR="003822D4" w:rsidRPr="00711A5A" w:rsidRDefault="003822D4" w:rsidP="00496279">
      <w:pPr>
        <w:pBdr>
          <w:bottom w:val="single" w:sz="8" w:space="1" w:color="000000"/>
        </w:pBd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«</w:t>
      </w:r>
      <w:r w:rsidRPr="00711A5A">
        <w:rPr>
          <w:sz w:val="20"/>
          <w:szCs w:val="20"/>
        </w:rPr>
        <w:t>УРАК» МУНИЦИПАЛ КЫЛДЭТЫСЬ ДЕПУТАТЪЕСЛЭН КЕНЕШСЫ</w:t>
      </w:r>
    </w:p>
    <w:p w:rsidR="003822D4" w:rsidRPr="00BF2554" w:rsidRDefault="003822D4" w:rsidP="00496279">
      <w:pPr>
        <w:tabs>
          <w:tab w:val="center" w:pos="4677"/>
        </w:tabs>
        <w:jc w:val="center"/>
        <w:rPr>
          <w:sz w:val="20"/>
          <w:szCs w:val="20"/>
        </w:rPr>
      </w:pPr>
      <w:r w:rsidRPr="00711A5A">
        <w:rPr>
          <w:sz w:val="20"/>
          <w:szCs w:val="20"/>
        </w:rPr>
        <w:t xml:space="preserve"> Советская ул. д.12а д. Ураково Глазовский район, Удмуртская Республика, тел.90-738</w:t>
      </w:r>
      <w:r>
        <w:rPr>
          <w:sz w:val="20"/>
          <w:szCs w:val="20"/>
        </w:rPr>
        <w:t>,</w:t>
      </w:r>
      <w:r w:rsidRPr="00AA589F">
        <w:rPr>
          <w:sz w:val="20"/>
          <w:szCs w:val="20"/>
        </w:rPr>
        <w:t xml:space="preserve"> </w:t>
      </w:r>
      <w:r>
        <w:rPr>
          <w:sz w:val="20"/>
          <w:szCs w:val="20"/>
        </w:rPr>
        <w:t>mourakovo@mail.ru</w:t>
      </w:r>
    </w:p>
    <w:p w:rsidR="003822D4" w:rsidRPr="00711A5A" w:rsidRDefault="003822D4" w:rsidP="00496279">
      <w:pPr>
        <w:tabs>
          <w:tab w:val="center" w:pos="4677"/>
        </w:tabs>
        <w:rPr>
          <w:sz w:val="20"/>
          <w:szCs w:val="20"/>
        </w:rPr>
      </w:pPr>
    </w:p>
    <w:p w:rsidR="003822D4" w:rsidRPr="00711A5A" w:rsidRDefault="003822D4" w:rsidP="00496279">
      <w:pPr>
        <w:tabs>
          <w:tab w:val="center" w:pos="4677"/>
        </w:tabs>
        <w:jc w:val="center"/>
        <w:rPr>
          <w:b/>
        </w:rPr>
      </w:pPr>
      <w:r w:rsidRPr="00711A5A">
        <w:rPr>
          <w:b/>
        </w:rPr>
        <w:t xml:space="preserve">Сорок </w:t>
      </w:r>
      <w:r>
        <w:rPr>
          <w:b/>
        </w:rPr>
        <w:t>втор</w:t>
      </w:r>
      <w:r w:rsidRPr="00711A5A">
        <w:rPr>
          <w:b/>
        </w:rPr>
        <w:t xml:space="preserve">ая сессия Совета депутатов муниципального </w:t>
      </w:r>
    </w:p>
    <w:p w:rsidR="003822D4" w:rsidRPr="00711A5A" w:rsidRDefault="003822D4" w:rsidP="00496279">
      <w:pPr>
        <w:tabs>
          <w:tab w:val="center" w:pos="4677"/>
        </w:tabs>
        <w:jc w:val="center"/>
        <w:rPr>
          <w:b/>
        </w:rPr>
      </w:pPr>
      <w:r w:rsidRPr="00711A5A">
        <w:rPr>
          <w:b/>
        </w:rPr>
        <w:t xml:space="preserve"> образования «Ураковское» четвертого созыва</w:t>
      </w:r>
    </w:p>
    <w:p w:rsidR="003822D4" w:rsidRPr="00711A5A" w:rsidRDefault="003822D4" w:rsidP="00496279"/>
    <w:p w:rsidR="003822D4" w:rsidRPr="00711A5A" w:rsidRDefault="003822D4" w:rsidP="00496279">
      <w:pPr>
        <w:rPr>
          <w:b/>
        </w:rPr>
      </w:pPr>
      <w:r w:rsidRPr="00711A5A">
        <w:t xml:space="preserve">                                                                </w:t>
      </w:r>
      <w:r w:rsidRPr="00711A5A">
        <w:rPr>
          <w:b/>
          <w:bCs/>
        </w:rPr>
        <w:t>РЕШЕНИЕ</w:t>
      </w:r>
    </w:p>
    <w:p w:rsidR="003822D4" w:rsidRPr="00711A5A" w:rsidRDefault="003822D4" w:rsidP="00496279">
      <w:pPr>
        <w:rPr>
          <w:b/>
        </w:rPr>
      </w:pPr>
      <w:r w:rsidRPr="00711A5A">
        <w:rPr>
          <w:b/>
          <w:bCs/>
        </w:rPr>
        <w:t xml:space="preserve">                       Совета депутатов муниципального образования «Ураковское»</w:t>
      </w:r>
    </w:p>
    <w:p w:rsidR="003822D4" w:rsidRPr="00711A5A" w:rsidRDefault="003822D4" w:rsidP="00496279">
      <w:pPr>
        <w:rPr>
          <w:b/>
        </w:rPr>
      </w:pPr>
    </w:p>
    <w:p w:rsidR="003822D4" w:rsidRDefault="003822D4" w:rsidP="00496279">
      <w:pPr>
        <w:rPr>
          <w:b/>
          <w:bCs/>
        </w:rPr>
      </w:pPr>
      <w:r w:rsidRPr="00711A5A">
        <w:rPr>
          <w:b/>
          <w:bCs/>
        </w:rPr>
        <w:t xml:space="preserve">от </w:t>
      </w:r>
      <w:r>
        <w:rPr>
          <w:b/>
          <w:bCs/>
        </w:rPr>
        <w:t>25 декабря</w:t>
      </w:r>
      <w:r w:rsidRPr="00711A5A">
        <w:rPr>
          <w:b/>
          <w:bCs/>
        </w:rPr>
        <w:t xml:space="preserve"> 2020 года                                                                                                </w:t>
      </w:r>
      <w:r>
        <w:rPr>
          <w:b/>
          <w:bCs/>
        </w:rPr>
        <w:t xml:space="preserve">      № 200 </w:t>
      </w:r>
    </w:p>
    <w:p w:rsidR="003822D4" w:rsidRDefault="003822D4" w:rsidP="00496279">
      <w:pPr>
        <w:rPr>
          <w:b/>
          <w:bCs/>
        </w:rPr>
      </w:pPr>
    </w:p>
    <w:p w:rsidR="003822D4" w:rsidRDefault="003822D4" w:rsidP="00496279">
      <w:pPr>
        <w:rPr>
          <w:b/>
        </w:rPr>
      </w:pPr>
      <w:r>
        <w:rPr>
          <w:b/>
        </w:rPr>
        <w:t>О внесении изменений в решение Совета депутатов</w:t>
      </w:r>
    </w:p>
    <w:p w:rsidR="003822D4" w:rsidRDefault="003822D4" w:rsidP="00496279">
      <w:pPr>
        <w:rPr>
          <w:b/>
        </w:rPr>
      </w:pPr>
      <w:r>
        <w:rPr>
          <w:b/>
        </w:rPr>
        <w:t>муниципального образования «Ураковское» № 158</w:t>
      </w:r>
    </w:p>
    <w:p w:rsidR="003822D4" w:rsidRDefault="003822D4" w:rsidP="00496279">
      <w:pPr>
        <w:rPr>
          <w:b/>
        </w:rPr>
      </w:pPr>
      <w:r>
        <w:rPr>
          <w:b/>
        </w:rPr>
        <w:t>от 24.12.2019 «О бюджете муниципального образования</w:t>
      </w:r>
    </w:p>
    <w:p w:rsidR="003822D4" w:rsidRDefault="003822D4" w:rsidP="00496279">
      <w:pPr>
        <w:rPr>
          <w:b/>
        </w:rPr>
      </w:pPr>
      <w:r>
        <w:rPr>
          <w:b/>
        </w:rPr>
        <w:t xml:space="preserve">«Ураковское» </w:t>
      </w:r>
      <w:r>
        <w:rPr>
          <w:b/>
          <w:bCs/>
        </w:rPr>
        <w:t>на 2020 год и на плановый период</w:t>
      </w:r>
      <w:r>
        <w:rPr>
          <w:b/>
        </w:rPr>
        <w:t xml:space="preserve"> 2021</w:t>
      </w:r>
    </w:p>
    <w:p w:rsidR="003822D4" w:rsidRDefault="003822D4" w:rsidP="00496279">
      <w:pPr>
        <w:rPr>
          <w:b/>
        </w:rPr>
      </w:pPr>
      <w:r>
        <w:rPr>
          <w:b/>
        </w:rPr>
        <w:t xml:space="preserve">и 2022 годов» (в ред. решения № 165 от 12.02.2020, </w:t>
      </w:r>
    </w:p>
    <w:p w:rsidR="003822D4" w:rsidRDefault="003822D4" w:rsidP="00496279">
      <w:pPr>
        <w:rPr>
          <w:b/>
        </w:rPr>
      </w:pPr>
      <w:r>
        <w:rPr>
          <w:b/>
        </w:rPr>
        <w:t>№ 172 от 15.05.2020, № 178 от 15.07.2020, № 185 от 25.09.2020,</w:t>
      </w:r>
    </w:p>
    <w:p w:rsidR="003822D4" w:rsidRDefault="003822D4" w:rsidP="00496279">
      <w:pPr>
        <w:rPr>
          <w:b/>
        </w:rPr>
      </w:pPr>
      <w:r>
        <w:rPr>
          <w:b/>
        </w:rPr>
        <w:t>№ 192 от 29.10.2020)</w:t>
      </w:r>
    </w:p>
    <w:p w:rsidR="003822D4" w:rsidRPr="005F79AD" w:rsidRDefault="003822D4" w:rsidP="001C59DA">
      <w:pPr>
        <w:ind w:firstLine="567"/>
        <w:jc w:val="both"/>
      </w:pPr>
    </w:p>
    <w:p w:rsidR="003822D4" w:rsidRPr="005F79AD" w:rsidRDefault="003822D4" w:rsidP="001C59DA">
      <w:pPr>
        <w:ind w:firstLine="567"/>
        <w:jc w:val="both"/>
      </w:pPr>
      <w:r w:rsidRPr="005F79AD">
        <w:t xml:space="preserve">Руководствуясь Бюджетным кодексом Российской Федерации, Уставом муниципального образования «Ураковское», Положением о бюджетном процессе в муниципальном образовании «Ураковское» </w:t>
      </w:r>
      <w:r w:rsidRPr="005F79AD">
        <w:rPr>
          <w:b/>
        </w:rPr>
        <w:t>Совет депутатов муниципального образования «Ураковское» РЕШИЛ:</w:t>
      </w:r>
    </w:p>
    <w:p w:rsidR="003822D4" w:rsidRPr="005F79AD" w:rsidRDefault="003822D4" w:rsidP="002D49F2">
      <w:pPr>
        <w:jc w:val="both"/>
        <w:rPr>
          <w:b/>
        </w:rPr>
      </w:pPr>
    </w:p>
    <w:p w:rsidR="003822D4" w:rsidRPr="00496279" w:rsidRDefault="003822D4" w:rsidP="00496279">
      <w:pPr>
        <w:jc w:val="both"/>
      </w:pPr>
      <w:r w:rsidRPr="005F79AD">
        <w:t xml:space="preserve">1. Внести следующие изменения в решение </w:t>
      </w:r>
      <w:r>
        <w:t xml:space="preserve">Совета депутатов муниципального </w:t>
      </w:r>
      <w:r w:rsidRPr="00496279">
        <w:t xml:space="preserve">образования «Ураковское» № 158 от 24.12.2019 «О бюджете муниципального образования «Ураковское» </w:t>
      </w:r>
      <w:r w:rsidRPr="00496279">
        <w:rPr>
          <w:bCs/>
        </w:rPr>
        <w:t>на 2020 год и на плановый период</w:t>
      </w:r>
      <w:r w:rsidRPr="00496279">
        <w:t xml:space="preserve"> 2021 и 2022 годов» (в ред</w:t>
      </w:r>
      <w:r>
        <w:t xml:space="preserve">. решения № 165 от 12.02.2020, </w:t>
      </w:r>
      <w:r w:rsidRPr="00496279">
        <w:t>№ 172 от 15.05.2020, № 178 от 15.07.2020, № 185 от 25.09.2020, № 192 от 29.10.2020):</w:t>
      </w:r>
    </w:p>
    <w:p w:rsidR="003822D4" w:rsidRDefault="003822D4" w:rsidP="00D5617A">
      <w:pPr>
        <w:ind w:firstLine="567"/>
        <w:jc w:val="both"/>
        <w:rPr>
          <w:highlight w:val="yellow"/>
        </w:rPr>
      </w:pPr>
      <w:r>
        <w:t>1.1. В связи с перераспределением бюджетных ассигнований с бюджета муниципального образования «Глазовский район» в бюджет муниципального образования «Ураковское», в соответствии с решением сессии Совета депутатов муниципального образования «Глазовский район» №401 от 29.10.2020 года:</w:t>
      </w:r>
    </w:p>
    <w:p w:rsidR="003822D4" w:rsidRDefault="003822D4" w:rsidP="00D5617A">
      <w:pPr>
        <w:ind w:firstLine="567"/>
        <w:jc w:val="both"/>
      </w:pPr>
    </w:p>
    <w:p w:rsidR="003822D4" w:rsidRDefault="003822D4" w:rsidP="00D5617A">
      <w:pPr>
        <w:ind w:firstLine="567"/>
        <w:jc w:val="both"/>
      </w:pPr>
      <w:r>
        <w:t>1.1.1.Увеличить доходную часть бюджета на 37,7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3822D4" w:rsidTr="00D5617A">
        <w:tc>
          <w:tcPr>
            <w:tcW w:w="648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822D4" w:rsidTr="00D5617A">
        <w:tc>
          <w:tcPr>
            <w:tcW w:w="648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3822D4" w:rsidRDefault="003822D4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2 02 15002 10 0000 150</w:t>
            </w:r>
          </w:p>
        </w:tc>
        <w:tc>
          <w:tcPr>
            <w:tcW w:w="1275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37,7</w:t>
            </w:r>
          </w:p>
        </w:tc>
      </w:tr>
    </w:tbl>
    <w:p w:rsidR="003822D4" w:rsidRDefault="003822D4" w:rsidP="00D5617A">
      <w:pPr>
        <w:ind w:firstLine="708"/>
        <w:jc w:val="both"/>
      </w:pPr>
      <w:r>
        <w:t xml:space="preserve"> </w:t>
      </w:r>
    </w:p>
    <w:p w:rsidR="003822D4" w:rsidRDefault="003822D4" w:rsidP="00D5617A">
      <w:pPr>
        <w:ind w:firstLine="567"/>
        <w:jc w:val="both"/>
      </w:pPr>
      <w:r>
        <w:t xml:space="preserve">1.1.2. Увеличить расходную часть бюджета МО </w:t>
      </w:r>
      <w:r>
        <w:rPr>
          <w:lang w:eastAsia="en-US"/>
        </w:rPr>
        <w:t>«</w:t>
      </w:r>
      <w:r>
        <w:t>Ураковское</w:t>
      </w:r>
      <w:r>
        <w:rPr>
          <w:lang w:eastAsia="en-US"/>
        </w:rPr>
        <w:t>»</w:t>
      </w:r>
      <w:r>
        <w:t xml:space="preserve"> на 37,7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252"/>
        <w:gridCol w:w="3236"/>
        <w:gridCol w:w="1300"/>
      </w:tblGrid>
      <w:tr w:rsidR="003822D4" w:rsidTr="00D5617A">
        <w:trPr>
          <w:trHeight w:val="663"/>
        </w:trPr>
        <w:tc>
          <w:tcPr>
            <w:tcW w:w="851" w:type="dxa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252" w:type="dxa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822D4" w:rsidTr="00D5617A">
        <w:tc>
          <w:tcPr>
            <w:tcW w:w="851" w:type="dxa"/>
          </w:tcPr>
          <w:p w:rsidR="003822D4" w:rsidRDefault="003822D4">
            <w:pPr>
              <w:jc w:val="center"/>
            </w:pPr>
            <w:r>
              <w:t>1.</w:t>
            </w:r>
          </w:p>
        </w:tc>
        <w:tc>
          <w:tcPr>
            <w:tcW w:w="4252" w:type="dxa"/>
          </w:tcPr>
          <w:p w:rsidR="003822D4" w:rsidRDefault="003822D4">
            <w:r>
              <w:t>Глава. Заработная плата</w:t>
            </w:r>
          </w:p>
        </w:tc>
        <w:tc>
          <w:tcPr>
            <w:tcW w:w="3236" w:type="dxa"/>
          </w:tcPr>
          <w:p w:rsidR="003822D4" w:rsidRDefault="003822D4">
            <w:pPr>
              <w:jc w:val="center"/>
            </w:pPr>
            <w:r>
              <w:t>221 0102 9900060010 121</w:t>
            </w:r>
          </w:p>
        </w:tc>
        <w:tc>
          <w:tcPr>
            <w:tcW w:w="1300" w:type="dxa"/>
          </w:tcPr>
          <w:p w:rsidR="003822D4" w:rsidRDefault="003822D4">
            <w:pPr>
              <w:jc w:val="center"/>
            </w:pPr>
            <w:r>
              <w:t>26,7</w:t>
            </w:r>
          </w:p>
        </w:tc>
      </w:tr>
      <w:tr w:rsidR="003822D4" w:rsidTr="00D5617A">
        <w:tc>
          <w:tcPr>
            <w:tcW w:w="851" w:type="dxa"/>
          </w:tcPr>
          <w:p w:rsidR="003822D4" w:rsidRDefault="003822D4">
            <w:pPr>
              <w:jc w:val="center"/>
            </w:pPr>
            <w:r>
              <w:t>2.</w:t>
            </w:r>
          </w:p>
        </w:tc>
        <w:tc>
          <w:tcPr>
            <w:tcW w:w="4252" w:type="dxa"/>
          </w:tcPr>
          <w:p w:rsidR="003822D4" w:rsidRDefault="003822D4">
            <w:r>
              <w:t>Глава. Отчисления по заработной плате</w:t>
            </w:r>
          </w:p>
        </w:tc>
        <w:tc>
          <w:tcPr>
            <w:tcW w:w="3236" w:type="dxa"/>
          </w:tcPr>
          <w:p w:rsidR="003822D4" w:rsidRDefault="003822D4">
            <w:pPr>
              <w:jc w:val="center"/>
            </w:pPr>
            <w:r>
              <w:t>221 0102 9900060010 129</w:t>
            </w:r>
          </w:p>
        </w:tc>
        <w:tc>
          <w:tcPr>
            <w:tcW w:w="1300" w:type="dxa"/>
          </w:tcPr>
          <w:p w:rsidR="003822D4" w:rsidRDefault="003822D4">
            <w:pPr>
              <w:jc w:val="center"/>
            </w:pPr>
            <w:r>
              <w:t>5,7</w:t>
            </w:r>
          </w:p>
        </w:tc>
      </w:tr>
      <w:tr w:rsidR="003822D4" w:rsidTr="00D5617A">
        <w:tc>
          <w:tcPr>
            <w:tcW w:w="851" w:type="dxa"/>
          </w:tcPr>
          <w:p w:rsidR="003822D4" w:rsidRDefault="003822D4">
            <w:pPr>
              <w:jc w:val="center"/>
            </w:pPr>
            <w:r>
              <w:t>3.</w:t>
            </w:r>
          </w:p>
        </w:tc>
        <w:tc>
          <w:tcPr>
            <w:tcW w:w="4252" w:type="dxa"/>
          </w:tcPr>
          <w:p w:rsidR="003822D4" w:rsidRDefault="003822D4">
            <w:r>
              <w:t>Аппарат. Отчисления по заработной плате</w:t>
            </w:r>
          </w:p>
        </w:tc>
        <w:tc>
          <w:tcPr>
            <w:tcW w:w="3236" w:type="dxa"/>
          </w:tcPr>
          <w:p w:rsidR="003822D4" w:rsidRDefault="003822D4">
            <w:pPr>
              <w:jc w:val="center"/>
            </w:pPr>
            <w:r>
              <w:t>221 0104 9900060030 129</w:t>
            </w:r>
          </w:p>
        </w:tc>
        <w:tc>
          <w:tcPr>
            <w:tcW w:w="1300" w:type="dxa"/>
          </w:tcPr>
          <w:p w:rsidR="003822D4" w:rsidRDefault="003822D4">
            <w:pPr>
              <w:jc w:val="center"/>
            </w:pPr>
            <w:r>
              <w:t>5,3</w:t>
            </w:r>
          </w:p>
        </w:tc>
      </w:tr>
    </w:tbl>
    <w:p w:rsidR="003822D4" w:rsidRDefault="003822D4" w:rsidP="00D5617A">
      <w:pPr>
        <w:jc w:val="both"/>
      </w:pPr>
    </w:p>
    <w:p w:rsidR="003822D4" w:rsidRDefault="003822D4" w:rsidP="00D5617A">
      <w:pPr>
        <w:ind w:firstLine="567"/>
        <w:jc w:val="both"/>
      </w:pPr>
      <w:r>
        <w:t>1.2. В соответствии с распоряжением Администрации МО «Ураковское» № 32 от 09.11.2020 года произвести перемещение бюджетных ассигнований для приобретения аккумулятора для пожарного автомобиля: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601"/>
        <w:gridCol w:w="2986"/>
        <w:gridCol w:w="1267"/>
      </w:tblGrid>
      <w:tr w:rsidR="003822D4" w:rsidTr="00D5617A">
        <w:trPr>
          <w:trHeight w:val="663"/>
        </w:trPr>
        <w:tc>
          <w:tcPr>
            <w:tcW w:w="644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601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986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822D4" w:rsidTr="00D5617A">
        <w:trPr>
          <w:trHeight w:val="660"/>
        </w:trPr>
        <w:tc>
          <w:tcPr>
            <w:tcW w:w="644" w:type="dxa"/>
            <w:vAlign w:val="center"/>
          </w:tcPr>
          <w:p w:rsidR="003822D4" w:rsidRDefault="003822D4">
            <w:pPr>
              <w:jc w:val="center"/>
            </w:pPr>
            <w:r>
              <w:t>1.</w:t>
            </w:r>
          </w:p>
        </w:tc>
        <w:tc>
          <w:tcPr>
            <w:tcW w:w="4601" w:type="dxa"/>
          </w:tcPr>
          <w:p w:rsidR="003822D4" w:rsidRDefault="003822D4">
            <w:r>
              <w:t>Первичные меры пожарной безопасности. Запасные части для автомобиля</w:t>
            </w:r>
          </w:p>
        </w:tc>
        <w:tc>
          <w:tcPr>
            <w:tcW w:w="2986" w:type="dxa"/>
            <w:vAlign w:val="center"/>
          </w:tcPr>
          <w:p w:rsidR="003822D4" w:rsidRDefault="003822D4">
            <w:pPr>
              <w:jc w:val="center"/>
            </w:pPr>
            <w:r>
              <w:t>220 0310 9900061910 244 34601</w:t>
            </w:r>
          </w:p>
        </w:tc>
        <w:tc>
          <w:tcPr>
            <w:tcW w:w="1267" w:type="dxa"/>
            <w:vAlign w:val="center"/>
          </w:tcPr>
          <w:p w:rsidR="003822D4" w:rsidRDefault="003822D4">
            <w:pPr>
              <w:jc w:val="center"/>
            </w:pPr>
            <w:r>
              <w:t>5,1</w:t>
            </w:r>
          </w:p>
        </w:tc>
      </w:tr>
      <w:tr w:rsidR="003822D4" w:rsidTr="00D5617A">
        <w:trPr>
          <w:trHeight w:val="988"/>
        </w:trPr>
        <w:tc>
          <w:tcPr>
            <w:tcW w:w="644" w:type="dxa"/>
            <w:vAlign w:val="center"/>
          </w:tcPr>
          <w:p w:rsidR="003822D4" w:rsidRDefault="003822D4">
            <w:pPr>
              <w:jc w:val="center"/>
            </w:pPr>
            <w:r>
              <w:t>2.</w:t>
            </w:r>
          </w:p>
        </w:tc>
        <w:tc>
          <w:tcPr>
            <w:tcW w:w="4601" w:type="dxa"/>
          </w:tcPr>
          <w:p w:rsidR="003822D4" w:rsidRDefault="003822D4">
            <w:r>
              <w:t>Массовый спорт. Прочие расходы по статье 226</w:t>
            </w:r>
          </w:p>
        </w:tc>
        <w:tc>
          <w:tcPr>
            <w:tcW w:w="2986" w:type="dxa"/>
            <w:vAlign w:val="center"/>
          </w:tcPr>
          <w:p w:rsidR="003822D4" w:rsidRDefault="003822D4">
            <w:pPr>
              <w:jc w:val="center"/>
            </w:pPr>
            <w:r>
              <w:t>220 1102 9900061500 113 22602</w:t>
            </w:r>
          </w:p>
        </w:tc>
        <w:tc>
          <w:tcPr>
            <w:tcW w:w="1267" w:type="dxa"/>
            <w:vAlign w:val="center"/>
          </w:tcPr>
          <w:p w:rsidR="003822D4" w:rsidRDefault="003822D4">
            <w:pPr>
              <w:jc w:val="center"/>
            </w:pPr>
            <w:r>
              <w:t>-3,0</w:t>
            </w:r>
          </w:p>
        </w:tc>
      </w:tr>
      <w:tr w:rsidR="003822D4" w:rsidTr="00D5617A">
        <w:trPr>
          <w:trHeight w:val="988"/>
        </w:trPr>
        <w:tc>
          <w:tcPr>
            <w:tcW w:w="644" w:type="dxa"/>
            <w:vAlign w:val="center"/>
          </w:tcPr>
          <w:p w:rsidR="003822D4" w:rsidRDefault="003822D4">
            <w:pPr>
              <w:jc w:val="center"/>
            </w:pPr>
            <w:r>
              <w:t>3.</w:t>
            </w:r>
          </w:p>
        </w:tc>
        <w:tc>
          <w:tcPr>
            <w:tcW w:w="4601" w:type="dxa"/>
          </w:tcPr>
          <w:p w:rsidR="003822D4" w:rsidRDefault="003822D4">
            <w:r>
              <w:t>Массовый спорт. Иные выплаты текущего характера физическим лицам</w:t>
            </w:r>
          </w:p>
        </w:tc>
        <w:tc>
          <w:tcPr>
            <w:tcW w:w="2986" w:type="dxa"/>
            <w:vAlign w:val="center"/>
          </w:tcPr>
          <w:p w:rsidR="003822D4" w:rsidRDefault="003822D4">
            <w:pPr>
              <w:jc w:val="center"/>
            </w:pPr>
            <w:r>
              <w:t xml:space="preserve">220 1102 9900061500 113 29601 </w:t>
            </w:r>
          </w:p>
        </w:tc>
        <w:tc>
          <w:tcPr>
            <w:tcW w:w="1267" w:type="dxa"/>
            <w:vAlign w:val="center"/>
          </w:tcPr>
          <w:p w:rsidR="003822D4" w:rsidRDefault="003822D4">
            <w:pPr>
              <w:jc w:val="center"/>
            </w:pPr>
            <w:r>
              <w:t>-2,1</w:t>
            </w:r>
          </w:p>
        </w:tc>
      </w:tr>
    </w:tbl>
    <w:p w:rsidR="003822D4" w:rsidRDefault="003822D4" w:rsidP="00D5617A">
      <w:pPr>
        <w:ind w:firstLine="567"/>
        <w:jc w:val="both"/>
      </w:pPr>
    </w:p>
    <w:p w:rsidR="003822D4" w:rsidRDefault="003822D4" w:rsidP="00D5617A">
      <w:pPr>
        <w:ind w:firstLine="567"/>
        <w:jc w:val="both"/>
      </w:pPr>
      <w:r>
        <w:t>1.3. В связи с передачей части полномочий по содержанию дорог межпоселенческого и внутрипоселенческого назначения в 2020 году:</w:t>
      </w:r>
    </w:p>
    <w:p w:rsidR="003822D4" w:rsidRDefault="003822D4" w:rsidP="00D5617A">
      <w:pPr>
        <w:jc w:val="both"/>
        <w:rPr>
          <w:color w:val="FF0000"/>
        </w:rPr>
      </w:pPr>
    </w:p>
    <w:p w:rsidR="003822D4" w:rsidRDefault="003822D4" w:rsidP="00D5617A">
      <w:pPr>
        <w:ind w:firstLine="567"/>
        <w:jc w:val="both"/>
      </w:pPr>
      <w:r>
        <w:t>1.3.1.Уменьшить доходную часть бюджета МО «Ураковское» на 67,0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3822D4" w:rsidTr="00D5617A">
        <w:tc>
          <w:tcPr>
            <w:tcW w:w="648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822D4" w:rsidTr="00D5617A">
        <w:tc>
          <w:tcPr>
            <w:tcW w:w="648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3822D4" w:rsidRDefault="003822D4">
            <w:pPr>
              <w:spacing w:line="276" w:lineRule="auto"/>
              <w:jc w:val="both"/>
              <w:rPr>
                <w:lang w:eastAsia="en-US"/>
              </w:rPr>
            </w:pPr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-67,0</w:t>
            </w:r>
          </w:p>
        </w:tc>
      </w:tr>
    </w:tbl>
    <w:p w:rsidR="003822D4" w:rsidRDefault="003822D4" w:rsidP="00D5617A">
      <w:pPr>
        <w:jc w:val="both"/>
        <w:rPr>
          <w:b/>
        </w:rPr>
      </w:pPr>
    </w:p>
    <w:p w:rsidR="003822D4" w:rsidRDefault="003822D4" w:rsidP="00D5617A">
      <w:pPr>
        <w:ind w:firstLine="567"/>
        <w:jc w:val="both"/>
      </w:pPr>
      <w:r>
        <w:t>1.3.2. Уменьшить расходную часть бюджета МО «Ураковское» на 67,0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743"/>
        <w:gridCol w:w="2844"/>
        <w:gridCol w:w="1267"/>
      </w:tblGrid>
      <w:tr w:rsidR="003822D4" w:rsidTr="00D5617A">
        <w:trPr>
          <w:trHeight w:val="663"/>
        </w:trPr>
        <w:tc>
          <w:tcPr>
            <w:tcW w:w="644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743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822D4" w:rsidTr="00D5617A">
        <w:trPr>
          <w:trHeight w:val="1349"/>
        </w:trPr>
        <w:tc>
          <w:tcPr>
            <w:tcW w:w="644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vAlign w:val="center"/>
          </w:tcPr>
          <w:p w:rsidR="003822D4" w:rsidRDefault="003822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44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220 0409 9900062510 244</w:t>
            </w:r>
          </w:p>
        </w:tc>
        <w:tc>
          <w:tcPr>
            <w:tcW w:w="1267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-58,0</w:t>
            </w:r>
          </w:p>
        </w:tc>
      </w:tr>
      <w:tr w:rsidR="003822D4" w:rsidTr="00D5617A">
        <w:trPr>
          <w:trHeight w:val="1349"/>
        </w:trPr>
        <w:tc>
          <w:tcPr>
            <w:tcW w:w="644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vAlign w:val="center"/>
          </w:tcPr>
          <w:p w:rsidR="003822D4" w:rsidRDefault="003822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844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220 0409 9900062520 244</w:t>
            </w:r>
          </w:p>
        </w:tc>
        <w:tc>
          <w:tcPr>
            <w:tcW w:w="1267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-9,0</w:t>
            </w:r>
          </w:p>
        </w:tc>
      </w:tr>
    </w:tbl>
    <w:p w:rsidR="003822D4" w:rsidRDefault="003822D4" w:rsidP="00D5617A">
      <w:pPr>
        <w:ind w:firstLine="567"/>
        <w:jc w:val="both"/>
      </w:pPr>
    </w:p>
    <w:p w:rsidR="003822D4" w:rsidRDefault="003822D4" w:rsidP="00D5617A">
      <w:pPr>
        <w:ind w:firstLine="567"/>
        <w:jc w:val="both"/>
      </w:pPr>
      <w:r>
        <w:t>1.4. В соответствии с распоряжением Администрации МО «Ураковское» № 38 от 17.12.2020 года произвести перемещение бюджетных ассигнований для приобретения пожарных извещателей и возмещения коммунальных расходов:</w:t>
      </w:r>
    </w:p>
    <w:p w:rsidR="003822D4" w:rsidRDefault="003822D4" w:rsidP="00D5617A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4601"/>
        <w:gridCol w:w="2986"/>
        <w:gridCol w:w="1267"/>
      </w:tblGrid>
      <w:tr w:rsidR="003822D4" w:rsidTr="00D5617A">
        <w:trPr>
          <w:trHeight w:val="663"/>
        </w:trPr>
        <w:tc>
          <w:tcPr>
            <w:tcW w:w="644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601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986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822D4" w:rsidTr="00D5617A">
        <w:trPr>
          <w:trHeight w:val="660"/>
        </w:trPr>
        <w:tc>
          <w:tcPr>
            <w:tcW w:w="644" w:type="dxa"/>
            <w:vAlign w:val="center"/>
          </w:tcPr>
          <w:p w:rsidR="003822D4" w:rsidRDefault="003822D4">
            <w:pPr>
              <w:jc w:val="center"/>
            </w:pPr>
            <w:r>
              <w:t>1.</w:t>
            </w:r>
          </w:p>
        </w:tc>
        <w:tc>
          <w:tcPr>
            <w:tcW w:w="4601" w:type="dxa"/>
          </w:tcPr>
          <w:p w:rsidR="003822D4" w:rsidRDefault="003822D4">
            <w:r>
              <w:t>Первичные меры пожарной безопасности. Коммунальные расходы</w:t>
            </w:r>
          </w:p>
        </w:tc>
        <w:tc>
          <w:tcPr>
            <w:tcW w:w="2986" w:type="dxa"/>
            <w:vAlign w:val="center"/>
          </w:tcPr>
          <w:p w:rsidR="003822D4" w:rsidRDefault="003822D4">
            <w:pPr>
              <w:jc w:val="center"/>
            </w:pPr>
            <w:r>
              <w:t>221 0310 9900061910 244 22301</w:t>
            </w:r>
          </w:p>
        </w:tc>
        <w:tc>
          <w:tcPr>
            <w:tcW w:w="1267" w:type="dxa"/>
            <w:vAlign w:val="center"/>
          </w:tcPr>
          <w:p w:rsidR="003822D4" w:rsidRDefault="003822D4">
            <w:pPr>
              <w:jc w:val="center"/>
            </w:pPr>
            <w:r>
              <w:t>11,0</w:t>
            </w:r>
          </w:p>
        </w:tc>
      </w:tr>
      <w:tr w:rsidR="003822D4" w:rsidTr="00D5617A">
        <w:trPr>
          <w:trHeight w:val="633"/>
        </w:trPr>
        <w:tc>
          <w:tcPr>
            <w:tcW w:w="644" w:type="dxa"/>
            <w:vAlign w:val="center"/>
          </w:tcPr>
          <w:p w:rsidR="003822D4" w:rsidRDefault="003822D4">
            <w:pPr>
              <w:jc w:val="center"/>
            </w:pPr>
            <w:r>
              <w:t>2.</w:t>
            </w:r>
          </w:p>
        </w:tc>
        <w:tc>
          <w:tcPr>
            <w:tcW w:w="4601" w:type="dxa"/>
          </w:tcPr>
          <w:p w:rsidR="003822D4" w:rsidRDefault="003822D4">
            <w:r>
              <w:t>Первичные меры пожарной безопасности. Прочие оборотные запасы</w:t>
            </w:r>
          </w:p>
        </w:tc>
        <w:tc>
          <w:tcPr>
            <w:tcW w:w="2986" w:type="dxa"/>
            <w:vAlign w:val="center"/>
          </w:tcPr>
          <w:p w:rsidR="003822D4" w:rsidRDefault="003822D4">
            <w:pPr>
              <w:jc w:val="center"/>
            </w:pPr>
            <w:r>
              <w:t>221 0310 9900061910 244 22301</w:t>
            </w:r>
          </w:p>
        </w:tc>
        <w:tc>
          <w:tcPr>
            <w:tcW w:w="1267" w:type="dxa"/>
            <w:vAlign w:val="center"/>
          </w:tcPr>
          <w:p w:rsidR="003822D4" w:rsidRDefault="003822D4">
            <w:pPr>
              <w:jc w:val="center"/>
            </w:pPr>
            <w:r>
              <w:t>10,8</w:t>
            </w:r>
          </w:p>
        </w:tc>
      </w:tr>
      <w:tr w:rsidR="003822D4" w:rsidTr="00D5617A">
        <w:trPr>
          <w:trHeight w:val="557"/>
        </w:trPr>
        <w:tc>
          <w:tcPr>
            <w:tcW w:w="644" w:type="dxa"/>
            <w:vAlign w:val="center"/>
          </w:tcPr>
          <w:p w:rsidR="003822D4" w:rsidRDefault="003822D4">
            <w:pPr>
              <w:jc w:val="center"/>
            </w:pPr>
            <w:r>
              <w:t>3.</w:t>
            </w:r>
          </w:p>
        </w:tc>
        <w:tc>
          <w:tcPr>
            <w:tcW w:w="4601" w:type="dxa"/>
          </w:tcPr>
          <w:p w:rsidR="003822D4" w:rsidRDefault="003822D4">
            <w:r>
              <w:t>Массовый спорт. Прочие расходы по статье 226</w:t>
            </w:r>
          </w:p>
        </w:tc>
        <w:tc>
          <w:tcPr>
            <w:tcW w:w="2986" w:type="dxa"/>
            <w:vAlign w:val="center"/>
          </w:tcPr>
          <w:p w:rsidR="003822D4" w:rsidRDefault="003822D4">
            <w:pPr>
              <w:jc w:val="center"/>
            </w:pPr>
            <w:r>
              <w:t>221 1102 9900061500 360 29601</w:t>
            </w:r>
          </w:p>
        </w:tc>
        <w:tc>
          <w:tcPr>
            <w:tcW w:w="1267" w:type="dxa"/>
            <w:vAlign w:val="center"/>
          </w:tcPr>
          <w:p w:rsidR="003822D4" w:rsidRDefault="003822D4">
            <w:pPr>
              <w:jc w:val="center"/>
            </w:pPr>
            <w:r>
              <w:t>-1,0</w:t>
            </w:r>
          </w:p>
        </w:tc>
      </w:tr>
      <w:tr w:rsidR="003822D4" w:rsidTr="00D5617A">
        <w:trPr>
          <w:trHeight w:val="551"/>
        </w:trPr>
        <w:tc>
          <w:tcPr>
            <w:tcW w:w="644" w:type="dxa"/>
            <w:vAlign w:val="center"/>
          </w:tcPr>
          <w:p w:rsidR="003822D4" w:rsidRDefault="003822D4">
            <w:pPr>
              <w:jc w:val="center"/>
            </w:pPr>
            <w:r>
              <w:t>4.</w:t>
            </w:r>
          </w:p>
        </w:tc>
        <w:tc>
          <w:tcPr>
            <w:tcW w:w="4601" w:type="dxa"/>
          </w:tcPr>
          <w:p w:rsidR="003822D4" w:rsidRDefault="003822D4">
            <w:r>
              <w:t>Массовый спорт. Иные выплаты текущего характера физическим лицам</w:t>
            </w:r>
          </w:p>
        </w:tc>
        <w:tc>
          <w:tcPr>
            <w:tcW w:w="2986" w:type="dxa"/>
            <w:vAlign w:val="center"/>
          </w:tcPr>
          <w:p w:rsidR="003822D4" w:rsidRDefault="003822D4">
            <w:pPr>
              <w:jc w:val="center"/>
            </w:pPr>
            <w:r>
              <w:t>220 1102 9900061500 113 29601</w:t>
            </w:r>
          </w:p>
        </w:tc>
        <w:tc>
          <w:tcPr>
            <w:tcW w:w="1267" w:type="dxa"/>
            <w:vAlign w:val="center"/>
          </w:tcPr>
          <w:p w:rsidR="003822D4" w:rsidRDefault="003822D4">
            <w:pPr>
              <w:jc w:val="center"/>
            </w:pPr>
            <w:r>
              <w:t>-1,9</w:t>
            </w:r>
          </w:p>
        </w:tc>
      </w:tr>
      <w:tr w:rsidR="003822D4" w:rsidTr="00D5617A">
        <w:trPr>
          <w:trHeight w:val="559"/>
        </w:trPr>
        <w:tc>
          <w:tcPr>
            <w:tcW w:w="644" w:type="dxa"/>
            <w:vAlign w:val="center"/>
          </w:tcPr>
          <w:p w:rsidR="003822D4" w:rsidRDefault="003822D4">
            <w:pPr>
              <w:jc w:val="center"/>
            </w:pPr>
            <w:r>
              <w:t>5.</w:t>
            </w:r>
          </w:p>
        </w:tc>
        <w:tc>
          <w:tcPr>
            <w:tcW w:w="4601" w:type="dxa"/>
          </w:tcPr>
          <w:p w:rsidR="003822D4" w:rsidRDefault="003822D4">
            <w:r>
              <w:t>Благоустройство. Прочие оборотные запасы</w:t>
            </w:r>
          </w:p>
        </w:tc>
        <w:tc>
          <w:tcPr>
            <w:tcW w:w="2986" w:type="dxa"/>
            <w:vAlign w:val="center"/>
          </w:tcPr>
          <w:p w:rsidR="003822D4" w:rsidRDefault="003822D4">
            <w:pPr>
              <w:jc w:val="center"/>
            </w:pPr>
            <w:r>
              <w:t>221 0503 9900062330 244 34602</w:t>
            </w:r>
          </w:p>
        </w:tc>
        <w:tc>
          <w:tcPr>
            <w:tcW w:w="1267" w:type="dxa"/>
            <w:vAlign w:val="center"/>
          </w:tcPr>
          <w:p w:rsidR="003822D4" w:rsidRDefault="003822D4">
            <w:pPr>
              <w:jc w:val="center"/>
            </w:pPr>
            <w:r>
              <w:t>-2,5</w:t>
            </w:r>
          </w:p>
        </w:tc>
      </w:tr>
      <w:tr w:rsidR="003822D4" w:rsidTr="00D5617A">
        <w:trPr>
          <w:trHeight w:val="553"/>
        </w:trPr>
        <w:tc>
          <w:tcPr>
            <w:tcW w:w="644" w:type="dxa"/>
            <w:vAlign w:val="center"/>
          </w:tcPr>
          <w:p w:rsidR="003822D4" w:rsidRDefault="003822D4">
            <w:pPr>
              <w:jc w:val="center"/>
            </w:pPr>
            <w:r>
              <w:t>6.</w:t>
            </w:r>
          </w:p>
        </w:tc>
        <w:tc>
          <w:tcPr>
            <w:tcW w:w="4601" w:type="dxa"/>
          </w:tcPr>
          <w:p w:rsidR="003822D4" w:rsidRDefault="003822D4">
            <w:r>
              <w:t>Молодежная политика. Прочие расходы по статье 226</w:t>
            </w:r>
          </w:p>
        </w:tc>
        <w:tc>
          <w:tcPr>
            <w:tcW w:w="2986" w:type="dxa"/>
            <w:vAlign w:val="center"/>
          </w:tcPr>
          <w:p w:rsidR="003822D4" w:rsidRDefault="003822D4">
            <w:pPr>
              <w:jc w:val="center"/>
            </w:pPr>
            <w:r>
              <w:t>221 0707 9900061410 244 22602</w:t>
            </w:r>
          </w:p>
        </w:tc>
        <w:tc>
          <w:tcPr>
            <w:tcW w:w="1267" w:type="dxa"/>
            <w:vAlign w:val="center"/>
          </w:tcPr>
          <w:p w:rsidR="003822D4" w:rsidRDefault="003822D4">
            <w:pPr>
              <w:jc w:val="center"/>
            </w:pPr>
            <w:r>
              <w:t>-1,6</w:t>
            </w:r>
          </w:p>
        </w:tc>
      </w:tr>
      <w:tr w:rsidR="003822D4" w:rsidTr="00D5617A">
        <w:trPr>
          <w:trHeight w:val="703"/>
        </w:trPr>
        <w:tc>
          <w:tcPr>
            <w:tcW w:w="644" w:type="dxa"/>
            <w:vAlign w:val="center"/>
          </w:tcPr>
          <w:p w:rsidR="003822D4" w:rsidRDefault="003822D4">
            <w:pPr>
              <w:jc w:val="center"/>
            </w:pPr>
            <w:r>
              <w:t>7.</w:t>
            </w:r>
          </w:p>
        </w:tc>
        <w:tc>
          <w:tcPr>
            <w:tcW w:w="4601" w:type="dxa"/>
          </w:tcPr>
          <w:p w:rsidR="003822D4" w:rsidRDefault="003822D4">
            <w:r>
              <w:t>Благоустройство. Прочие расходы по статье 225</w:t>
            </w:r>
          </w:p>
        </w:tc>
        <w:tc>
          <w:tcPr>
            <w:tcW w:w="2986" w:type="dxa"/>
            <w:vAlign w:val="center"/>
          </w:tcPr>
          <w:p w:rsidR="003822D4" w:rsidRDefault="003822D4">
            <w:pPr>
              <w:jc w:val="center"/>
            </w:pPr>
            <w:r>
              <w:t>221 0503 9900062330 244 22503</w:t>
            </w:r>
          </w:p>
        </w:tc>
        <w:tc>
          <w:tcPr>
            <w:tcW w:w="1267" w:type="dxa"/>
            <w:vAlign w:val="center"/>
          </w:tcPr>
          <w:p w:rsidR="003822D4" w:rsidRDefault="003822D4">
            <w:pPr>
              <w:jc w:val="center"/>
            </w:pPr>
            <w:r>
              <w:t>-9,8</w:t>
            </w:r>
          </w:p>
        </w:tc>
      </w:tr>
      <w:tr w:rsidR="003822D4" w:rsidTr="00D5617A">
        <w:trPr>
          <w:trHeight w:val="415"/>
        </w:trPr>
        <w:tc>
          <w:tcPr>
            <w:tcW w:w="644" w:type="dxa"/>
            <w:vAlign w:val="center"/>
          </w:tcPr>
          <w:p w:rsidR="003822D4" w:rsidRDefault="003822D4">
            <w:pPr>
              <w:jc w:val="center"/>
            </w:pPr>
            <w:r>
              <w:t>8.</w:t>
            </w:r>
          </w:p>
        </w:tc>
        <w:tc>
          <w:tcPr>
            <w:tcW w:w="4601" w:type="dxa"/>
          </w:tcPr>
          <w:p w:rsidR="003822D4" w:rsidRDefault="003822D4">
            <w:r>
              <w:t>Аппарат. Оплата ГСМ</w:t>
            </w:r>
          </w:p>
        </w:tc>
        <w:tc>
          <w:tcPr>
            <w:tcW w:w="2986" w:type="dxa"/>
            <w:vAlign w:val="center"/>
          </w:tcPr>
          <w:p w:rsidR="003822D4" w:rsidRDefault="003822D4">
            <w:pPr>
              <w:jc w:val="center"/>
            </w:pPr>
            <w:r>
              <w:t>221 0104 9900060030 244 34301</w:t>
            </w:r>
          </w:p>
        </w:tc>
        <w:tc>
          <w:tcPr>
            <w:tcW w:w="1267" w:type="dxa"/>
            <w:vAlign w:val="center"/>
          </w:tcPr>
          <w:p w:rsidR="003822D4" w:rsidRDefault="003822D4">
            <w:pPr>
              <w:jc w:val="center"/>
            </w:pPr>
            <w:r>
              <w:t>-5,0</w:t>
            </w:r>
          </w:p>
        </w:tc>
      </w:tr>
    </w:tbl>
    <w:p w:rsidR="003822D4" w:rsidRDefault="003822D4" w:rsidP="00D5617A">
      <w:pPr>
        <w:ind w:firstLine="567"/>
        <w:jc w:val="both"/>
      </w:pPr>
    </w:p>
    <w:p w:rsidR="003822D4" w:rsidRDefault="003822D4" w:rsidP="00D5617A">
      <w:pPr>
        <w:ind w:firstLine="567"/>
        <w:jc w:val="both"/>
        <w:rPr>
          <w:highlight w:val="yellow"/>
        </w:rPr>
      </w:pPr>
      <w:r>
        <w:t>1.5. В связи с перераспределением бюджетных ассигнований с бюджета муниципального образования «Глазовский район» в бюджет муниципального образования «Ураковское», в соответствии с решением сессии Совета депутатов муниципального образования «Глазовский район» № 243 от 22.12.2020 года:</w:t>
      </w:r>
    </w:p>
    <w:p w:rsidR="003822D4" w:rsidRDefault="003822D4" w:rsidP="00D5617A">
      <w:pPr>
        <w:ind w:firstLine="567"/>
        <w:jc w:val="both"/>
      </w:pPr>
    </w:p>
    <w:p w:rsidR="003822D4" w:rsidRDefault="003822D4" w:rsidP="00D5617A">
      <w:pPr>
        <w:ind w:firstLine="567"/>
        <w:jc w:val="both"/>
      </w:pPr>
      <w:r>
        <w:t xml:space="preserve">1.5.1.Увеличить доходную часть бюджета </w:t>
      </w:r>
      <w:r>
        <w:rPr>
          <w:szCs w:val="22"/>
          <w:lang w:eastAsia="ar-SA"/>
        </w:rPr>
        <w:t>МО «</w:t>
      </w:r>
      <w:r>
        <w:t>Ураковское</w:t>
      </w:r>
      <w:r>
        <w:rPr>
          <w:szCs w:val="22"/>
          <w:lang w:eastAsia="ar-SA"/>
        </w:rPr>
        <w:t xml:space="preserve">» </w:t>
      </w:r>
      <w:r>
        <w:t>на 51,2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739"/>
        <w:gridCol w:w="2779"/>
        <w:gridCol w:w="1275"/>
      </w:tblGrid>
      <w:tr w:rsidR="003822D4" w:rsidTr="00D5617A">
        <w:tc>
          <w:tcPr>
            <w:tcW w:w="648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822D4" w:rsidTr="00D5617A">
        <w:tc>
          <w:tcPr>
            <w:tcW w:w="648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vAlign w:val="center"/>
          </w:tcPr>
          <w:p w:rsidR="003822D4" w:rsidRDefault="003822D4">
            <w:pPr>
              <w:spacing w:line="276" w:lineRule="auto"/>
              <w:jc w:val="both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2 02 15002 10 0000 150</w:t>
            </w:r>
          </w:p>
        </w:tc>
        <w:tc>
          <w:tcPr>
            <w:tcW w:w="1275" w:type="dxa"/>
            <w:vAlign w:val="center"/>
          </w:tcPr>
          <w:p w:rsidR="003822D4" w:rsidRDefault="003822D4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51,2</w:t>
            </w:r>
          </w:p>
        </w:tc>
      </w:tr>
    </w:tbl>
    <w:p w:rsidR="003822D4" w:rsidRDefault="003822D4" w:rsidP="00D5617A">
      <w:pPr>
        <w:ind w:firstLine="708"/>
        <w:jc w:val="both"/>
      </w:pPr>
      <w:r>
        <w:t xml:space="preserve"> </w:t>
      </w:r>
    </w:p>
    <w:p w:rsidR="003822D4" w:rsidRDefault="003822D4" w:rsidP="00D5617A">
      <w:pPr>
        <w:ind w:firstLine="567"/>
        <w:jc w:val="both"/>
      </w:pPr>
      <w:r>
        <w:t xml:space="preserve">1.5.2. Увеличить расходную часть бюджета МО </w:t>
      </w:r>
      <w:r>
        <w:rPr>
          <w:lang w:eastAsia="en-US"/>
        </w:rPr>
        <w:t>«</w:t>
      </w:r>
      <w:r>
        <w:t>Ураковское</w:t>
      </w:r>
      <w:r>
        <w:rPr>
          <w:lang w:eastAsia="en-US"/>
        </w:rPr>
        <w:t>»</w:t>
      </w:r>
      <w:r>
        <w:t xml:space="preserve"> на 51,2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4252"/>
        <w:gridCol w:w="3236"/>
        <w:gridCol w:w="1300"/>
      </w:tblGrid>
      <w:tr w:rsidR="003822D4" w:rsidTr="00D5617A">
        <w:trPr>
          <w:trHeight w:val="663"/>
        </w:trPr>
        <w:tc>
          <w:tcPr>
            <w:tcW w:w="851" w:type="dxa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252" w:type="dxa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</w:tcPr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3822D4" w:rsidRDefault="003822D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822D4" w:rsidTr="00D5617A">
        <w:tc>
          <w:tcPr>
            <w:tcW w:w="851" w:type="dxa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</w:tcPr>
          <w:p w:rsidR="003822D4" w:rsidRDefault="003822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Заработная плата</w:t>
            </w:r>
          </w:p>
        </w:tc>
        <w:tc>
          <w:tcPr>
            <w:tcW w:w="3236" w:type="dxa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221 0102 9900060010 121</w:t>
            </w:r>
          </w:p>
        </w:tc>
        <w:tc>
          <w:tcPr>
            <w:tcW w:w="1300" w:type="dxa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5,7</w:t>
            </w:r>
          </w:p>
        </w:tc>
      </w:tr>
      <w:tr w:rsidR="003822D4" w:rsidTr="00D5617A">
        <w:tc>
          <w:tcPr>
            <w:tcW w:w="851" w:type="dxa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</w:tcPr>
          <w:p w:rsidR="003822D4" w:rsidRDefault="003822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Глава. Отчисления по заработной плате</w:t>
            </w:r>
          </w:p>
        </w:tc>
        <w:tc>
          <w:tcPr>
            <w:tcW w:w="3236" w:type="dxa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221 0102 9900060010 129</w:t>
            </w:r>
          </w:p>
        </w:tc>
        <w:tc>
          <w:tcPr>
            <w:tcW w:w="1300" w:type="dxa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</w:tr>
      <w:tr w:rsidR="003822D4" w:rsidTr="00D5617A">
        <w:tc>
          <w:tcPr>
            <w:tcW w:w="851" w:type="dxa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252" w:type="dxa"/>
          </w:tcPr>
          <w:p w:rsidR="003822D4" w:rsidRDefault="003822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3236" w:type="dxa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221 0104 9900060030 121</w:t>
            </w:r>
          </w:p>
        </w:tc>
        <w:tc>
          <w:tcPr>
            <w:tcW w:w="1300" w:type="dxa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19,6</w:t>
            </w:r>
          </w:p>
        </w:tc>
      </w:tr>
      <w:tr w:rsidR="003822D4" w:rsidTr="00D5617A">
        <w:tc>
          <w:tcPr>
            <w:tcW w:w="851" w:type="dxa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252" w:type="dxa"/>
          </w:tcPr>
          <w:p w:rsidR="003822D4" w:rsidRDefault="003822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Отчисления по заработной плате</w:t>
            </w:r>
          </w:p>
        </w:tc>
        <w:tc>
          <w:tcPr>
            <w:tcW w:w="3236" w:type="dxa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221 0104 9900060030 129</w:t>
            </w:r>
          </w:p>
        </w:tc>
        <w:tc>
          <w:tcPr>
            <w:tcW w:w="1300" w:type="dxa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3,2</w:t>
            </w:r>
          </w:p>
        </w:tc>
      </w:tr>
      <w:tr w:rsidR="003822D4" w:rsidTr="00D5617A">
        <w:tc>
          <w:tcPr>
            <w:tcW w:w="851" w:type="dxa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4252" w:type="dxa"/>
          </w:tcPr>
          <w:p w:rsidR="003822D4" w:rsidRDefault="003822D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первичных мер пожарной безопасности. Коммунальные расходы</w:t>
            </w:r>
          </w:p>
        </w:tc>
        <w:tc>
          <w:tcPr>
            <w:tcW w:w="3236" w:type="dxa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221 0310 9900061910 244</w:t>
            </w:r>
          </w:p>
        </w:tc>
        <w:tc>
          <w:tcPr>
            <w:tcW w:w="1300" w:type="dxa"/>
          </w:tcPr>
          <w:p w:rsidR="003822D4" w:rsidRDefault="003822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22,2</w:t>
            </w:r>
          </w:p>
        </w:tc>
      </w:tr>
    </w:tbl>
    <w:p w:rsidR="003822D4" w:rsidRDefault="003822D4" w:rsidP="00D5617A">
      <w:pPr>
        <w:ind w:firstLine="567"/>
        <w:jc w:val="both"/>
      </w:pPr>
    </w:p>
    <w:p w:rsidR="003822D4" w:rsidRDefault="003822D4" w:rsidP="00D5617A">
      <w:pPr>
        <w:ind w:firstLine="567"/>
        <w:jc w:val="both"/>
        <w:rPr>
          <w:color w:val="FF0000"/>
        </w:rPr>
      </w:pPr>
      <w:bookmarkStart w:id="0" w:name="_GoBack"/>
      <w:bookmarkEnd w:id="0"/>
      <w:r>
        <w:t>2. Утвердить бюджет МО «Ураковское» на 2020 год по доходам в сумме 5874,3 тыс. руб., по расходам в сумме 6013,6 тыс. руб.</w:t>
      </w:r>
    </w:p>
    <w:p w:rsidR="003822D4" w:rsidRPr="00496279" w:rsidRDefault="003822D4" w:rsidP="00496279">
      <w:pPr>
        <w:ind w:firstLine="567"/>
        <w:jc w:val="both"/>
      </w:pPr>
      <w:r w:rsidRPr="00F532DE">
        <w:t xml:space="preserve">3. Внести соответствующие изменения в Приложения </w:t>
      </w:r>
      <w:r w:rsidRPr="00D763B6">
        <w:t>№</w:t>
      </w:r>
      <w:r>
        <w:t xml:space="preserve"> 1,2,7,9,11</w:t>
      </w:r>
      <w:r w:rsidRPr="00F532DE">
        <w:t xml:space="preserve"> решения Совета</w:t>
      </w:r>
      <w:r w:rsidRPr="00F532DE">
        <w:rPr>
          <w:b/>
        </w:rPr>
        <w:t xml:space="preserve"> </w:t>
      </w:r>
      <w:r w:rsidRPr="00496279">
        <w:t xml:space="preserve">депутатов муниципального образования «Ураковское» № 158 от 24.12.2019 «О бюджете муниципального образования «Ураковское» </w:t>
      </w:r>
      <w:r w:rsidRPr="00496279">
        <w:rPr>
          <w:bCs/>
        </w:rPr>
        <w:t>на 2020 год и на плановый период</w:t>
      </w:r>
      <w:r w:rsidRPr="00496279">
        <w:t xml:space="preserve"> 2021</w:t>
      </w:r>
      <w:r>
        <w:t xml:space="preserve"> </w:t>
      </w:r>
      <w:r w:rsidRPr="00496279">
        <w:t>и 2022 годов» (в ред</w:t>
      </w:r>
      <w:r>
        <w:t xml:space="preserve">. решения № 165 от 12.02.2020, </w:t>
      </w:r>
      <w:r w:rsidRPr="00496279">
        <w:t>№ 172 от 15.05.2020, № 178 от 15.07.2020, № 185 от 25.09.2020, № 192 от 29.10.2020).</w:t>
      </w:r>
    </w:p>
    <w:p w:rsidR="003822D4" w:rsidRPr="005F79AD" w:rsidRDefault="003822D4" w:rsidP="00496279">
      <w:pPr>
        <w:ind w:firstLine="567"/>
        <w:jc w:val="both"/>
      </w:pPr>
    </w:p>
    <w:p w:rsidR="003822D4" w:rsidRDefault="003822D4" w:rsidP="00BD5C92">
      <w:pPr>
        <w:jc w:val="both"/>
      </w:pPr>
    </w:p>
    <w:p w:rsidR="003822D4" w:rsidRDefault="003822D4" w:rsidP="002E5B37">
      <w:pPr>
        <w:tabs>
          <w:tab w:val="left" w:pos="7845"/>
        </w:tabs>
        <w:ind w:left="360" w:hanging="360"/>
        <w:jc w:val="both"/>
        <w:rPr>
          <w:b/>
        </w:rPr>
      </w:pPr>
      <w:r w:rsidRPr="00F532DE">
        <w:rPr>
          <w:b/>
        </w:rPr>
        <w:t>Глава муниципального</w:t>
      </w:r>
    </w:p>
    <w:p w:rsidR="003822D4" w:rsidRPr="006E1CF3" w:rsidRDefault="003822D4" w:rsidP="00496279">
      <w:pPr>
        <w:tabs>
          <w:tab w:val="left" w:pos="7845"/>
        </w:tabs>
        <w:ind w:left="360" w:hanging="360"/>
        <w:jc w:val="both"/>
        <w:rPr>
          <w:b/>
        </w:rPr>
      </w:pPr>
      <w:r>
        <w:rPr>
          <w:b/>
        </w:rPr>
        <w:t>о</w:t>
      </w:r>
      <w:r w:rsidRPr="00F532DE">
        <w:rPr>
          <w:b/>
        </w:rPr>
        <w:t>бразования</w:t>
      </w:r>
      <w:r>
        <w:rPr>
          <w:b/>
        </w:rPr>
        <w:t xml:space="preserve"> </w:t>
      </w:r>
      <w:r w:rsidRPr="00F532DE">
        <w:rPr>
          <w:b/>
        </w:rPr>
        <w:t xml:space="preserve">«Ураковское»                                                              </w:t>
      </w:r>
      <w:r>
        <w:rPr>
          <w:b/>
        </w:rPr>
        <w:t xml:space="preserve"> Т.В. Бабинцева </w:t>
      </w:r>
    </w:p>
    <w:sectPr w:rsidR="003822D4" w:rsidRPr="006E1CF3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32FF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5E6CC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CAA9F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AAFD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74A5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9E09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82C75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79F4"/>
    <w:rsid w:val="00020C08"/>
    <w:rsid w:val="00034544"/>
    <w:rsid w:val="00041A83"/>
    <w:rsid w:val="00051A02"/>
    <w:rsid w:val="00076313"/>
    <w:rsid w:val="000875D3"/>
    <w:rsid w:val="000B07E4"/>
    <w:rsid w:val="000B79F4"/>
    <w:rsid w:val="000D5AF0"/>
    <w:rsid w:val="000E356C"/>
    <w:rsid w:val="00123930"/>
    <w:rsid w:val="00131A99"/>
    <w:rsid w:val="00132F6D"/>
    <w:rsid w:val="00134619"/>
    <w:rsid w:val="001466A8"/>
    <w:rsid w:val="00170080"/>
    <w:rsid w:val="00187597"/>
    <w:rsid w:val="0019658A"/>
    <w:rsid w:val="001B6FB5"/>
    <w:rsid w:val="001B7095"/>
    <w:rsid w:val="001C59DA"/>
    <w:rsid w:val="001D3FF2"/>
    <w:rsid w:val="001D621A"/>
    <w:rsid w:val="001F5E43"/>
    <w:rsid w:val="002023EF"/>
    <w:rsid w:val="00204275"/>
    <w:rsid w:val="00206FB7"/>
    <w:rsid w:val="002252F6"/>
    <w:rsid w:val="00243A41"/>
    <w:rsid w:val="0027216D"/>
    <w:rsid w:val="002925E3"/>
    <w:rsid w:val="0029680A"/>
    <w:rsid w:val="002A7CDB"/>
    <w:rsid w:val="002B201D"/>
    <w:rsid w:val="002C2A9D"/>
    <w:rsid w:val="002C2F08"/>
    <w:rsid w:val="002D49F2"/>
    <w:rsid w:val="002E05F0"/>
    <w:rsid w:val="002E5B37"/>
    <w:rsid w:val="00315A79"/>
    <w:rsid w:val="00315AC3"/>
    <w:rsid w:val="0032494C"/>
    <w:rsid w:val="00350E82"/>
    <w:rsid w:val="00356124"/>
    <w:rsid w:val="0036110D"/>
    <w:rsid w:val="00365545"/>
    <w:rsid w:val="00377BF8"/>
    <w:rsid w:val="003822D4"/>
    <w:rsid w:val="00385157"/>
    <w:rsid w:val="003857FB"/>
    <w:rsid w:val="00392C16"/>
    <w:rsid w:val="003B0EB1"/>
    <w:rsid w:val="003B7F52"/>
    <w:rsid w:val="003C4757"/>
    <w:rsid w:val="003D008F"/>
    <w:rsid w:val="003D2B34"/>
    <w:rsid w:val="003F06F0"/>
    <w:rsid w:val="003F7906"/>
    <w:rsid w:val="0043062C"/>
    <w:rsid w:val="0043642D"/>
    <w:rsid w:val="00487FBD"/>
    <w:rsid w:val="0049044C"/>
    <w:rsid w:val="0049247D"/>
    <w:rsid w:val="00492A05"/>
    <w:rsid w:val="0049406D"/>
    <w:rsid w:val="00496279"/>
    <w:rsid w:val="00496697"/>
    <w:rsid w:val="004B5967"/>
    <w:rsid w:val="004D0A55"/>
    <w:rsid w:val="004D6EDB"/>
    <w:rsid w:val="004F4917"/>
    <w:rsid w:val="00515225"/>
    <w:rsid w:val="00542FAB"/>
    <w:rsid w:val="00562C89"/>
    <w:rsid w:val="00572D6F"/>
    <w:rsid w:val="00580436"/>
    <w:rsid w:val="00581F97"/>
    <w:rsid w:val="00595A89"/>
    <w:rsid w:val="005A09FE"/>
    <w:rsid w:val="005C1F3F"/>
    <w:rsid w:val="005C3999"/>
    <w:rsid w:val="005D5A9F"/>
    <w:rsid w:val="005E4D79"/>
    <w:rsid w:val="005F79AD"/>
    <w:rsid w:val="00600BB9"/>
    <w:rsid w:val="00607531"/>
    <w:rsid w:val="00610624"/>
    <w:rsid w:val="0061227D"/>
    <w:rsid w:val="006255E8"/>
    <w:rsid w:val="00660AFA"/>
    <w:rsid w:val="006642DF"/>
    <w:rsid w:val="00681994"/>
    <w:rsid w:val="0068475F"/>
    <w:rsid w:val="006869D2"/>
    <w:rsid w:val="0069172B"/>
    <w:rsid w:val="00693979"/>
    <w:rsid w:val="006D0606"/>
    <w:rsid w:val="006E0DBA"/>
    <w:rsid w:val="006E1CF3"/>
    <w:rsid w:val="006E62DB"/>
    <w:rsid w:val="006F468F"/>
    <w:rsid w:val="007028BF"/>
    <w:rsid w:val="00703FA9"/>
    <w:rsid w:val="00711A5A"/>
    <w:rsid w:val="0072227F"/>
    <w:rsid w:val="00724E9A"/>
    <w:rsid w:val="00725AD2"/>
    <w:rsid w:val="00725BE8"/>
    <w:rsid w:val="0075734A"/>
    <w:rsid w:val="00767BCF"/>
    <w:rsid w:val="00770018"/>
    <w:rsid w:val="007710D9"/>
    <w:rsid w:val="00773310"/>
    <w:rsid w:val="00785D28"/>
    <w:rsid w:val="007A6CB9"/>
    <w:rsid w:val="007B1716"/>
    <w:rsid w:val="007B6354"/>
    <w:rsid w:val="007F6658"/>
    <w:rsid w:val="007F78C2"/>
    <w:rsid w:val="00805D71"/>
    <w:rsid w:val="008155E1"/>
    <w:rsid w:val="0082268F"/>
    <w:rsid w:val="0082507B"/>
    <w:rsid w:val="008324A5"/>
    <w:rsid w:val="008454A3"/>
    <w:rsid w:val="0085278A"/>
    <w:rsid w:val="00871C21"/>
    <w:rsid w:val="00872764"/>
    <w:rsid w:val="00874290"/>
    <w:rsid w:val="00886BC2"/>
    <w:rsid w:val="008B3067"/>
    <w:rsid w:val="008F1B25"/>
    <w:rsid w:val="009349C2"/>
    <w:rsid w:val="00950BB7"/>
    <w:rsid w:val="00956162"/>
    <w:rsid w:val="00974BEE"/>
    <w:rsid w:val="00991781"/>
    <w:rsid w:val="009938AA"/>
    <w:rsid w:val="009A6AA6"/>
    <w:rsid w:val="009A6D15"/>
    <w:rsid w:val="009C20FA"/>
    <w:rsid w:val="009D1054"/>
    <w:rsid w:val="009E514C"/>
    <w:rsid w:val="009F185A"/>
    <w:rsid w:val="009F35EF"/>
    <w:rsid w:val="009F583F"/>
    <w:rsid w:val="009F5E27"/>
    <w:rsid w:val="009F6CA9"/>
    <w:rsid w:val="00A045F2"/>
    <w:rsid w:val="00A04EEC"/>
    <w:rsid w:val="00A12B87"/>
    <w:rsid w:val="00A211F8"/>
    <w:rsid w:val="00A22B13"/>
    <w:rsid w:val="00A258C7"/>
    <w:rsid w:val="00A263AE"/>
    <w:rsid w:val="00A30687"/>
    <w:rsid w:val="00A373F7"/>
    <w:rsid w:val="00A46FCC"/>
    <w:rsid w:val="00A47488"/>
    <w:rsid w:val="00A75492"/>
    <w:rsid w:val="00A96E35"/>
    <w:rsid w:val="00AA589F"/>
    <w:rsid w:val="00AB28B2"/>
    <w:rsid w:val="00AB79EC"/>
    <w:rsid w:val="00AC0D65"/>
    <w:rsid w:val="00AC79D0"/>
    <w:rsid w:val="00AD3ACC"/>
    <w:rsid w:val="00AD4E3F"/>
    <w:rsid w:val="00AF1DE1"/>
    <w:rsid w:val="00B00B61"/>
    <w:rsid w:val="00B02FA1"/>
    <w:rsid w:val="00B034CB"/>
    <w:rsid w:val="00B12731"/>
    <w:rsid w:val="00B30957"/>
    <w:rsid w:val="00B54C0F"/>
    <w:rsid w:val="00B66252"/>
    <w:rsid w:val="00B876B5"/>
    <w:rsid w:val="00B920BF"/>
    <w:rsid w:val="00B95B2A"/>
    <w:rsid w:val="00B97021"/>
    <w:rsid w:val="00B97DCC"/>
    <w:rsid w:val="00BA0A83"/>
    <w:rsid w:val="00BB4EE4"/>
    <w:rsid w:val="00BB6C24"/>
    <w:rsid w:val="00BC02D5"/>
    <w:rsid w:val="00BC0986"/>
    <w:rsid w:val="00BD5C92"/>
    <w:rsid w:val="00BE071A"/>
    <w:rsid w:val="00BF2554"/>
    <w:rsid w:val="00BF3216"/>
    <w:rsid w:val="00BF5ED8"/>
    <w:rsid w:val="00BF6155"/>
    <w:rsid w:val="00BF7924"/>
    <w:rsid w:val="00C13B56"/>
    <w:rsid w:val="00C30D39"/>
    <w:rsid w:val="00C3584E"/>
    <w:rsid w:val="00C41018"/>
    <w:rsid w:val="00C62526"/>
    <w:rsid w:val="00C66F53"/>
    <w:rsid w:val="00C77831"/>
    <w:rsid w:val="00C85B57"/>
    <w:rsid w:val="00CA2D7F"/>
    <w:rsid w:val="00CA538C"/>
    <w:rsid w:val="00CB0319"/>
    <w:rsid w:val="00CB167C"/>
    <w:rsid w:val="00CB4240"/>
    <w:rsid w:val="00CC449A"/>
    <w:rsid w:val="00CD3460"/>
    <w:rsid w:val="00CE0FA9"/>
    <w:rsid w:val="00D164B5"/>
    <w:rsid w:val="00D43EC8"/>
    <w:rsid w:val="00D444FC"/>
    <w:rsid w:val="00D460FD"/>
    <w:rsid w:val="00D47B50"/>
    <w:rsid w:val="00D51D8C"/>
    <w:rsid w:val="00D5617A"/>
    <w:rsid w:val="00D655B2"/>
    <w:rsid w:val="00D6732F"/>
    <w:rsid w:val="00D763B6"/>
    <w:rsid w:val="00D776D8"/>
    <w:rsid w:val="00DB23D5"/>
    <w:rsid w:val="00DB4751"/>
    <w:rsid w:val="00DB7894"/>
    <w:rsid w:val="00DC09C6"/>
    <w:rsid w:val="00DD01C3"/>
    <w:rsid w:val="00DE414C"/>
    <w:rsid w:val="00DF1E48"/>
    <w:rsid w:val="00DF7E30"/>
    <w:rsid w:val="00E054AE"/>
    <w:rsid w:val="00E12947"/>
    <w:rsid w:val="00E23DC6"/>
    <w:rsid w:val="00E355C9"/>
    <w:rsid w:val="00E53B46"/>
    <w:rsid w:val="00E572DB"/>
    <w:rsid w:val="00E63ACD"/>
    <w:rsid w:val="00E65E47"/>
    <w:rsid w:val="00E70518"/>
    <w:rsid w:val="00E7566F"/>
    <w:rsid w:val="00E8458F"/>
    <w:rsid w:val="00E85035"/>
    <w:rsid w:val="00EA7615"/>
    <w:rsid w:val="00EB2A92"/>
    <w:rsid w:val="00EC6690"/>
    <w:rsid w:val="00EC704A"/>
    <w:rsid w:val="00EC7D7D"/>
    <w:rsid w:val="00ED6483"/>
    <w:rsid w:val="00EE11AE"/>
    <w:rsid w:val="00EE5607"/>
    <w:rsid w:val="00EF03AA"/>
    <w:rsid w:val="00F05354"/>
    <w:rsid w:val="00F16B8E"/>
    <w:rsid w:val="00F32EB5"/>
    <w:rsid w:val="00F33EE1"/>
    <w:rsid w:val="00F367AF"/>
    <w:rsid w:val="00F41333"/>
    <w:rsid w:val="00F41D15"/>
    <w:rsid w:val="00F52F0B"/>
    <w:rsid w:val="00F53096"/>
    <w:rsid w:val="00F532DE"/>
    <w:rsid w:val="00F53FB4"/>
    <w:rsid w:val="00F6025B"/>
    <w:rsid w:val="00F770CF"/>
    <w:rsid w:val="00F82486"/>
    <w:rsid w:val="00FA10F1"/>
    <w:rsid w:val="00FB2673"/>
    <w:rsid w:val="00FB4792"/>
    <w:rsid w:val="00FC27F2"/>
    <w:rsid w:val="00FC5813"/>
    <w:rsid w:val="00FD77C9"/>
    <w:rsid w:val="00FE44E3"/>
    <w:rsid w:val="00FE537F"/>
    <w:rsid w:val="00FF4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9F4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16B8E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16B8E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0B79F4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B79F4"/>
    <w:rPr>
      <w:rFonts w:ascii="Times New Roman" w:hAnsi="Times New Roman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F770CF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AC0D6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AC0D6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C449A"/>
    <w:pPr>
      <w:widowControl w:val="0"/>
      <w:autoSpaceDE w:val="0"/>
    </w:pPr>
    <w:rPr>
      <w:rFonts w:eastAsia="Times New Roman" w:cs="Calibri"/>
      <w:szCs w:val="20"/>
      <w:lang w:eastAsia="zh-CN"/>
    </w:rPr>
  </w:style>
  <w:style w:type="paragraph" w:customStyle="1" w:styleId="21">
    <w:name w:val="Основной текст с отступом 21"/>
    <w:basedOn w:val="Normal"/>
    <w:uiPriority w:val="99"/>
    <w:rsid w:val="00871C21"/>
    <w:pPr>
      <w:suppressAutoHyphens/>
      <w:spacing w:line="360" w:lineRule="auto"/>
      <w:ind w:firstLine="708"/>
      <w:jc w:val="both"/>
    </w:pPr>
    <w:rPr>
      <w:rFonts w:cs="Calibri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01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298</TotalTime>
  <Pages>4</Pages>
  <Words>1003</Words>
  <Characters>5721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41</cp:revision>
  <cp:lastPrinted>2020-12-28T05:23:00Z</cp:lastPrinted>
  <dcterms:created xsi:type="dcterms:W3CDTF">2020-05-14T12:48:00Z</dcterms:created>
  <dcterms:modified xsi:type="dcterms:W3CDTF">2020-12-28T05:27:00Z</dcterms:modified>
</cp:coreProperties>
</file>