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D9" w:rsidRDefault="00EF14D9" w:rsidP="003857BE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СОВЕТ ДЕПУТАТОВ МУНИЦИПАЛЬНОГО ОБРАЗОВАНИЯ «УРАКОВСКОЕ»</w:t>
      </w:r>
    </w:p>
    <w:p w:rsidR="00EF14D9" w:rsidRDefault="00EF14D9" w:rsidP="003857BE">
      <w:pPr>
        <w:jc w:val="center"/>
        <w:rPr>
          <w:bCs/>
          <w:sz w:val="20"/>
          <w:szCs w:val="20"/>
        </w:rPr>
      </w:pPr>
    </w:p>
    <w:p w:rsidR="00EF14D9" w:rsidRDefault="00EF14D9" w:rsidP="003857BE">
      <w:pPr>
        <w:pBdr>
          <w:bottom w:val="single" w:sz="8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«УРАК» МУНИЦИПАЛ КЫЛДЭТЫСЬ ДЕПУТАТЪЕСЛЭН КЕНЕШСЫ</w:t>
      </w:r>
    </w:p>
    <w:p w:rsidR="00EF14D9" w:rsidRDefault="00EF14D9" w:rsidP="003857BE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Советская ул. д.12а д. Ураково Глазовский район, Удмуртская Республика, тел.90-738, mourakovo@mail.ru</w:t>
      </w:r>
    </w:p>
    <w:p w:rsidR="00EF14D9" w:rsidRDefault="00EF14D9" w:rsidP="003857BE">
      <w:pPr>
        <w:tabs>
          <w:tab w:val="center" w:pos="4677"/>
        </w:tabs>
      </w:pPr>
    </w:p>
    <w:p w:rsidR="00EF14D9" w:rsidRDefault="00EF14D9" w:rsidP="003857BE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Сорок четвертая сессия Совета депутатов муниципального </w:t>
      </w:r>
    </w:p>
    <w:p w:rsidR="00EF14D9" w:rsidRDefault="00EF14D9" w:rsidP="003857BE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«Ураковское» четвертого созыва</w:t>
      </w:r>
    </w:p>
    <w:p w:rsidR="00EF14D9" w:rsidRDefault="00EF14D9" w:rsidP="003857BE"/>
    <w:p w:rsidR="00EF14D9" w:rsidRDefault="00EF14D9" w:rsidP="003857BE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EF14D9" w:rsidRDefault="00EF14D9" w:rsidP="003857BE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EF14D9" w:rsidRDefault="00EF14D9" w:rsidP="003857BE">
      <w:pPr>
        <w:rPr>
          <w:b/>
        </w:rPr>
      </w:pPr>
    </w:p>
    <w:p w:rsidR="00EF14D9" w:rsidRDefault="00EF14D9" w:rsidP="003857BE">
      <w:pPr>
        <w:rPr>
          <w:b/>
          <w:bCs/>
        </w:rPr>
      </w:pPr>
      <w:r>
        <w:rPr>
          <w:b/>
          <w:bCs/>
        </w:rPr>
        <w:t>26 марта 2021 года                                                                                                № 218</w:t>
      </w:r>
    </w:p>
    <w:p w:rsidR="00EF14D9" w:rsidRDefault="00EF14D9" w:rsidP="003857BE">
      <w:pPr>
        <w:rPr>
          <w:b/>
          <w:highlight w:val="red"/>
        </w:rPr>
      </w:pPr>
    </w:p>
    <w:p w:rsidR="00EF14D9" w:rsidRDefault="00EF14D9" w:rsidP="003857BE">
      <w:pPr>
        <w:rPr>
          <w:b/>
        </w:rPr>
      </w:pPr>
      <w:r>
        <w:rPr>
          <w:b/>
        </w:rPr>
        <w:t>О внесении изменений в решение Совета депутатов</w:t>
      </w:r>
    </w:p>
    <w:p w:rsidR="00EF14D9" w:rsidRDefault="00EF14D9" w:rsidP="003857BE">
      <w:pPr>
        <w:rPr>
          <w:b/>
        </w:rPr>
      </w:pPr>
      <w:r>
        <w:rPr>
          <w:b/>
        </w:rPr>
        <w:t>муниципального образования «Ураковское» № 199</w:t>
      </w:r>
    </w:p>
    <w:p w:rsidR="00EF14D9" w:rsidRDefault="00EF14D9" w:rsidP="003857BE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</w:rPr>
      </w:pPr>
      <w:r>
        <w:rPr>
          <w:b/>
        </w:rPr>
        <w:t>от 25.12.2020 «О бюджете муниципального образования</w:t>
      </w:r>
    </w:p>
    <w:p w:rsidR="00EF14D9" w:rsidRDefault="00EF14D9" w:rsidP="003857BE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  <w:bCs/>
        </w:rPr>
      </w:pPr>
      <w:r>
        <w:rPr>
          <w:b/>
        </w:rPr>
        <w:t xml:space="preserve">«Ураковское» </w:t>
      </w:r>
      <w:r>
        <w:rPr>
          <w:b/>
          <w:bCs/>
        </w:rPr>
        <w:t>на 2021 год и на плановый период</w:t>
      </w:r>
    </w:p>
    <w:p w:rsidR="00EF14D9" w:rsidRDefault="00EF14D9" w:rsidP="003857BE">
      <w:pPr>
        <w:jc w:val="both"/>
        <w:rPr>
          <w:b/>
        </w:rPr>
      </w:pPr>
      <w:r>
        <w:rPr>
          <w:b/>
        </w:rPr>
        <w:t>2022 и 2023 годов»</w:t>
      </w:r>
      <w:r w:rsidRPr="003857BE">
        <w:rPr>
          <w:b/>
        </w:rPr>
        <w:t xml:space="preserve"> </w:t>
      </w:r>
      <w:r>
        <w:rPr>
          <w:b/>
        </w:rPr>
        <w:t>(в ред. решения № 214 от 11.02.2021)</w:t>
      </w:r>
    </w:p>
    <w:p w:rsidR="00EF14D9" w:rsidRPr="005F79AD" w:rsidRDefault="00EF14D9" w:rsidP="003857BE">
      <w:pPr>
        <w:jc w:val="both"/>
      </w:pPr>
    </w:p>
    <w:p w:rsidR="00EF14D9" w:rsidRPr="005F79AD" w:rsidRDefault="00EF14D9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EF14D9" w:rsidRPr="005F79AD" w:rsidRDefault="00EF14D9" w:rsidP="002D49F2">
      <w:pPr>
        <w:jc w:val="both"/>
        <w:rPr>
          <w:b/>
        </w:rPr>
      </w:pPr>
    </w:p>
    <w:p w:rsidR="00EF14D9" w:rsidRPr="003857BE" w:rsidRDefault="00EF14D9" w:rsidP="003857BE">
      <w:pPr>
        <w:jc w:val="both"/>
      </w:pPr>
      <w:r w:rsidRPr="005F79AD">
        <w:t xml:space="preserve">1. Внести следующие изменения в решение </w:t>
      </w:r>
      <w:r>
        <w:t xml:space="preserve">Совета депутатов муниципального </w:t>
      </w:r>
      <w:r w:rsidRPr="005F79AD">
        <w:t xml:space="preserve">образования «Ураковское» </w:t>
      </w:r>
      <w:r w:rsidRPr="003857BE">
        <w:t>№ 199</w:t>
      </w:r>
      <w:r>
        <w:t xml:space="preserve"> </w:t>
      </w:r>
      <w:r w:rsidRPr="003857BE">
        <w:t>от 25.12.2020 «О бюджете муниципального образования</w:t>
      </w:r>
    </w:p>
    <w:p w:rsidR="00EF14D9" w:rsidRPr="003857BE" w:rsidRDefault="00EF14D9" w:rsidP="003857BE">
      <w:pPr>
        <w:keepNext/>
        <w:widowControl w:val="0"/>
        <w:autoSpaceDE w:val="0"/>
        <w:autoSpaceDN w:val="0"/>
        <w:adjustRightInd w:val="0"/>
        <w:jc w:val="both"/>
        <w:outlineLvl w:val="3"/>
        <w:rPr>
          <w:bCs/>
        </w:rPr>
      </w:pPr>
      <w:r w:rsidRPr="003857BE">
        <w:t xml:space="preserve">«Ураковское» </w:t>
      </w:r>
      <w:r w:rsidRPr="003857BE">
        <w:rPr>
          <w:bCs/>
        </w:rPr>
        <w:t>на 2021 год и на плановый период</w:t>
      </w:r>
      <w:r>
        <w:rPr>
          <w:bCs/>
        </w:rPr>
        <w:t xml:space="preserve"> </w:t>
      </w:r>
      <w:r w:rsidRPr="003857BE">
        <w:t>2022 и 2023 годов» (в ред. решения № 214 от 11.02.2021)</w:t>
      </w:r>
      <w:r>
        <w:t>:</w:t>
      </w:r>
    </w:p>
    <w:p w:rsidR="00EF14D9" w:rsidRDefault="00EF14D9" w:rsidP="004B3A36">
      <w:pPr>
        <w:ind w:firstLine="567"/>
        <w:jc w:val="both"/>
      </w:pPr>
      <w:r w:rsidRPr="00291A93">
        <w:t xml:space="preserve">1.1. В соответствии </w:t>
      </w:r>
      <w:r>
        <w:t>с распоряжением Администрации МО «Ураковское» № 8 от 22.03.2021 года произвести перемещение бюджетных ассигнований для заключения договора на выполнение кадастровых работ</w:t>
      </w:r>
      <w:r w:rsidRPr="00291A93">
        <w:t>:</w:t>
      </w:r>
    </w:p>
    <w:p w:rsidR="00EF14D9" w:rsidRPr="00291A93" w:rsidRDefault="00EF14D9" w:rsidP="004B3A3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111"/>
        <w:gridCol w:w="3377"/>
        <w:gridCol w:w="1300"/>
      </w:tblGrid>
      <w:tr w:rsidR="00EF14D9" w:rsidRPr="00291A93" w:rsidTr="00291A93">
        <w:trPr>
          <w:trHeight w:val="663"/>
        </w:trPr>
        <w:tc>
          <w:tcPr>
            <w:tcW w:w="851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>№</w:t>
            </w:r>
          </w:p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>п/п</w:t>
            </w:r>
          </w:p>
        </w:tc>
        <w:tc>
          <w:tcPr>
            <w:tcW w:w="4111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 xml:space="preserve">Сумма, </w:t>
            </w:r>
          </w:p>
          <w:p w:rsidR="00EF14D9" w:rsidRPr="00291A93" w:rsidRDefault="00EF14D9" w:rsidP="00291A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1A93">
              <w:rPr>
                <w:b/>
                <w:lang w:eastAsia="en-US"/>
              </w:rPr>
              <w:t>тыс. руб.</w:t>
            </w:r>
          </w:p>
        </w:tc>
      </w:tr>
      <w:tr w:rsidR="00EF14D9" w:rsidRPr="00291A93" w:rsidTr="00291A93">
        <w:tc>
          <w:tcPr>
            <w:tcW w:w="851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 w:rsidRPr="00291A93">
              <w:rPr>
                <w:lang w:eastAsia="en-US"/>
              </w:rPr>
              <w:t>1.</w:t>
            </w:r>
          </w:p>
        </w:tc>
        <w:tc>
          <w:tcPr>
            <w:tcW w:w="4111" w:type="dxa"/>
          </w:tcPr>
          <w:p w:rsidR="00EF14D9" w:rsidRPr="00291A93" w:rsidRDefault="00EF14D9" w:rsidP="00291A93">
            <w:pPr>
              <w:spacing w:line="276" w:lineRule="auto"/>
              <w:jc w:val="both"/>
              <w:rPr>
                <w:lang w:eastAsia="en-US"/>
              </w:rPr>
            </w:pPr>
            <w:r w:rsidRPr="00291A93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3377" w:type="dxa"/>
            <w:vAlign w:val="center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221 0113 9900063910 244</w:t>
            </w:r>
          </w:p>
        </w:tc>
        <w:tc>
          <w:tcPr>
            <w:tcW w:w="1300" w:type="dxa"/>
            <w:vAlign w:val="center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EF14D9" w:rsidRPr="00291A93" w:rsidTr="00291A93">
        <w:tc>
          <w:tcPr>
            <w:tcW w:w="851" w:type="dxa"/>
          </w:tcPr>
          <w:p w:rsidR="00EF14D9" w:rsidRPr="00291A93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111" w:type="dxa"/>
          </w:tcPr>
          <w:p w:rsidR="00EF14D9" w:rsidRPr="00291A93" w:rsidRDefault="00EF14D9" w:rsidP="00291A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3377" w:type="dxa"/>
            <w:vAlign w:val="center"/>
          </w:tcPr>
          <w:p w:rsidR="00EF14D9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221 0104 9900060030 129</w:t>
            </w:r>
          </w:p>
        </w:tc>
        <w:tc>
          <w:tcPr>
            <w:tcW w:w="1300" w:type="dxa"/>
            <w:vAlign w:val="center"/>
          </w:tcPr>
          <w:p w:rsidR="00EF14D9" w:rsidRDefault="00EF14D9" w:rsidP="00291A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-6,0</w:t>
            </w:r>
          </w:p>
        </w:tc>
      </w:tr>
    </w:tbl>
    <w:p w:rsidR="00EF14D9" w:rsidRDefault="00EF14D9" w:rsidP="0033770A">
      <w:pPr>
        <w:ind w:firstLine="567"/>
        <w:jc w:val="both"/>
      </w:pPr>
    </w:p>
    <w:p w:rsidR="00EF14D9" w:rsidRDefault="00EF14D9" w:rsidP="0033770A">
      <w:pPr>
        <w:ind w:firstLine="567"/>
        <w:jc w:val="both"/>
      </w:pPr>
      <w:r>
        <w:t>1.2. В связи с прогнозируемым поступлением доходов в 2021 году, в целях реализации решений, принятых на сходах жителей муниципального образования «Ураковское»:</w:t>
      </w:r>
    </w:p>
    <w:p w:rsidR="00EF14D9" w:rsidRDefault="00EF14D9" w:rsidP="0033770A">
      <w:pPr>
        <w:ind w:firstLine="567"/>
        <w:jc w:val="both"/>
      </w:pPr>
      <w:r>
        <w:t xml:space="preserve">1.2.1. Увеличить доходную часть бюджета МО «Ураковское» </w:t>
      </w:r>
      <w:r w:rsidRPr="008C5684">
        <w:t xml:space="preserve">на </w:t>
      </w:r>
      <w:r>
        <w:t>24,0</w:t>
      </w:r>
      <w:r w:rsidRPr="008C5684">
        <w:t xml:space="preserve"> тыс. рублей</w:t>
      </w:r>
      <w:r>
        <w:t>:</w:t>
      </w:r>
    </w:p>
    <w:p w:rsidR="00EF14D9" w:rsidRDefault="00EF14D9" w:rsidP="0033770A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030"/>
        <w:gridCol w:w="3488"/>
        <w:gridCol w:w="1275"/>
      </w:tblGrid>
      <w:tr w:rsidR="00EF14D9" w:rsidRPr="00884AFE" w:rsidTr="00CE4722">
        <w:tc>
          <w:tcPr>
            <w:tcW w:w="648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п/п</w:t>
            </w:r>
          </w:p>
        </w:tc>
        <w:tc>
          <w:tcPr>
            <w:tcW w:w="4030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488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Сумма,</w:t>
            </w:r>
          </w:p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EF14D9" w:rsidRPr="00884AFE" w:rsidTr="00CE4722">
        <w:tc>
          <w:tcPr>
            <w:tcW w:w="648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1.</w:t>
            </w:r>
          </w:p>
        </w:tc>
        <w:tc>
          <w:tcPr>
            <w:tcW w:w="4030" w:type="dxa"/>
          </w:tcPr>
          <w:p w:rsidR="00EF14D9" w:rsidRPr="00494DD8" w:rsidRDefault="00EF14D9" w:rsidP="00CE4722">
            <w:pPr>
              <w:rPr>
                <w:lang w:eastAsia="en-US"/>
              </w:rPr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3488" w:type="dxa"/>
          </w:tcPr>
          <w:p w:rsidR="00EF14D9" w:rsidRPr="00494DD8" w:rsidRDefault="00EF14D9" w:rsidP="0033770A">
            <w:pPr>
              <w:spacing w:line="276" w:lineRule="auto"/>
              <w:jc w:val="center"/>
              <w:rPr>
                <w:lang w:eastAsia="en-US"/>
              </w:rPr>
            </w:pPr>
            <w:r w:rsidRPr="00494DD8">
              <w:t>2</w:t>
            </w:r>
            <w:r>
              <w:t xml:space="preserve">21 </w:t>
            </w:r>
            <w:r w:rsidRPr="00494DD8">
              <w:t>117 1403010 0000 150</w:t>
            </w:r>
          </w:p>
        </w:tc>
        <w:tc>
          <w:tcPr>
            <w:tcW w:w="1275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</w:tbl>
    <w:p w:rsidR="00EF14D9" w:rsidRDefault="00EF14D9" w:rsidP="0033770A">
      <w:pPr>
        <w:ind w:firstLine="567"/>
        <w:jc w:val="both"/>
      </w:pPr>
    </w:p>
    <w:p w:rsidR="00EF14D9" w:rsidRDefault="00EF14D9" w:rsidP="0033770A">
      <w:pPr>
        <w:ind w:firstLine="567"/>
        <w:jc w:val="both"/>
      </w:pPr>
      <w:r>
        <w:t xml:space="preserve">1.2.2. Увеличить расходную </w:t>
      </w:r>
      <w:r w:rsidRPr="00884AFE">
        <w:t>часть бюджета муниципального образования «</w:t>
      </w:r>
      <w:r>
        <w:t>Ураковское</w:t>
      </w:r>
      <w:r w:rsidRPr="00884AFE">
        <w:t xml:space="preserve">» </w:t>
      </w:r>
      <w:r w:rsidRPr="008C5684">
        <w:t xml:space="preserve">на </w:t>
      </w:r>
      <w:r>
        <w:t>25,2</w:t>
      </w:r>
      <w:r w:rsidRPr="008C5684">
        <w:t xml:space="preserve"> тыс.</w:t>
      </w:r>
      <w:r w:rsidRPr="00884AFE">
        <w:t xml:space="preserve"> руб. и распределить их по следующим направлениям:</w:t>
      </w:r>
      <w:r>
        <w:t xml:space="preserve"> </w:t>
      </w:r>
    </w:p>
    <w:p w:rsidR="00EF14D9" w:rsidRDefault="00EF14D9" w:rsidP="0033770A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3236"/>
        <w:gridCol w:w="1300"/>
      </w:tblGrid>
      <w:tr w:rsidR="00EF14D9" w:rsidRPr="00884AFE" w:rsidTr="00CE4722">
        <w:trPr>
          <w:trHeight w:val="756"/>
        </w:trPr>
        <w:tc>
          <w:tcPr>
            <w:tcW w:w="567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п/п</w:t>
            </w:r>
          </w:p>
        </w:tc>
        <w:tc>
          <w:tcPr>
            <w:tcW w:w="4536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 xml:space="preserve">Сумма, </w:t>
            </w:r>
          </w:p>
          <w:p w:rsidR="00EF14D9" w:rsidRPr="00884AFE" w:rsidRDefault="00EF14D9" w:rsidP="00CE4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EF14D9" w:rsidRPr="00884AFE" w:rsidTr="00CE4722">
        <w:tc>
          <w:tcPr>
            <w:tcW w:w="567" w:type="dxa"/>
            <w:vAlign w:val="center"/>
          </w:tcPr>
          <w:p w:rsidR="00EF14D9" w:rsidRPr="00884AFE" w:rsidRDefault="00EF14D9" w:rsidP="00CE4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884AFE">
              <w:rPr>
                <w:lang w:eastAsia="en-US"/>
              </w:rPr>
              <w:t>.</w:t>
            </w:r>
          </w:p>
        </w:tc>
        <w:tc>
          <w:tcPr>
            <w:tcW w:w="4536" w:type="dxa"/>
          </w:tcPr>
          <w:p w:rsidR="00EF14D9" w:rsidRPr="00884AFE" w:rsidRDefault="00EF14D9" w:rsidP="00CE47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  <w:r w:rsidRPr="00884AF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995DFF">
              <w:rPr>
                <w:lang w:eastAsia="en-US"/>
              </w:rPr>
              <w:t>Софинансирование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3236" w:type="dxa"/>
            <w:vAlign w:val="center"/>
          </w:tcPr>
          <w:p w:rsidR="00EF14D9" w:rsidRPr="00884AFE" w:rsidRDefault="00EF14D9" w:rsidP="0033770A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884AFE">
              <w:rPr>
                <w:lang w:eastAsia="en-US"/>
              </w:rPr>
              <w:t xml:space="preserve"> 0503 99000</w:t>
            </w:r>
            <w:r>
              <w:rPr>
                <w:lang w:val="en-US" w:eastAsia="en-US"/>
              </w:rPr>
              <w:t>S8220</w:t>
            </w:r>
            <w:r w:rsidRPr="00884AFE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vAlign w:val="center"/>
          </w:tcPr>
          <w:p w:rsidR="00EF14D9" w:rsidRPr="002C3E96" w:rsidRDefault="00EF14D9" w:rsidP="00CE4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</w:tbl>
    <w:p w:rsidR="00EF14D9" w:rsidRPr="00291A93" w:rsidRDefault="00EF14D9" w:rsidP="00291A93">
      <w:pPr>
        <w:ind w:firstLine="567"/>
        <w:jc w:val="both"/>
      </w:pPr>
    </w:p>
    <w:p w:rsidR="00EF14D9" w:rsidRPr="001D3FF2" w:rsidRDefault="00EF14D9" w:rsidP="003857BE">
      <w:pPr>
        <w:jc w:val="both"/>
        <w:rPr>
          <w:color w:val="FF0000"/>
        </w:rPr>
      </w:pPr>
      <w:r w:rsidRPr="00243A41">
        <w:t>2. Утвердить бюджет МО «Ураковское» на 20</w:t>
      </w:r>
      <w:r>
        <w:t>21</w:t>
      </w:r>
      <w:r w:rsidRPr="00243A41">
        <w:t xml:space="preserve"> год по </w:t>
      </w:r>
      <w:r w:rsidRPr="00076313">
        <w:t xml:space="preserve">доходам </w:t>
      </w:r>
      <w:r w:rsidRPr="00871C21">
        <w:t xml:space="preserve">в сумме </w:t>
      </w:r>
      <w:r>
        <w:t>3461,0</w:t>
      </w:r>
      <w:r w:rsidRPr="007A25FC">
        <w:t xml:space="preserve"> тыс. </w:t>
      </w:r>
      <w:r w:rsidRPr="006F6F9F">
        <w:t>руб., по расходам в сумме 3511,8 тыс. руб.</w:t>
      </w:r>
      <w:bookmarkStart w:id="0" w:name="_GoBack"/>
      <w:bookmarkEnd w:id="0"/>
    </w:p>
    <w:p w:rsidR="00EF14D9" w:rsidRPr="003857BE" w:rsidRDefault="00EF14D9" w:rsidP="003857BE">
      <w:pPr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1,2,7,9,11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3857BE">
        <w:t>№ 199</w:t>
      </w:r>
      <w:r>
        <w:t xml:space="preserve"> </w:t>
      </w:r>
      <w:r w:rsidRPr="003857BE">
        <w:t>от 25.12.2020 «О бюджете муниципального образования</w:t>
      </w:r>
      <w:r>
        <w:t xml:space="preserve"> </w:t>
      </w:r>
      <w:r w:rsidRPr="003857BE">
        <w:t xml:space="preserve">«Ураковское» </w:t>
      </w:r>
      <w:r w:rsidRPr="003857BE">
        <w:rPr>
          <w:bCs/>
        </w:rPr>
        <w:t>на 2021 год и на плановый период</w:t>
      </w:r>
      <w:r>
        <w:rPr>
          <w:bCs/>
        </w:rPr>
        <w:t xml:space="preserve"> </w:t>
      </w:r>
      <w:r w:rsidRPr="003857BE">
        <w:t>2022 и 2023 годов» (в ред. решения № 214 от 11.02.2021)</w:t>
      </w:r>
      <w:r>
        <w:t>.</w:t>
      </w:r>
    </w:p>
    <w:p w:rsidR="00EF14D9" w:rsidRDefault="00EF14D9" w:rsidP="003857BE">
      <w:pPr>
        <w:ind w:firstLine="567"/>
        <w:jc w:val="both"/>
      </w:pPr>
    </w:p>
    <w:p w:rsidR="00EF14D9" w:rsidRDefault="00EF14D9" w:rsidP="00BD5C92">
      <w:pPr>
        <w:jc w:val="both"/>
      </w:pPr>
    </w:p>
    <w:p w:rsidR="00EF14D9" w:rsidRDefault="00EF14D9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EF14D9" w:rsidRPr="006E1CF3" w:rsidRDefault="00EF14D9" w:rsidP="003857BE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о</w:t>
      </w:r>
      <w:r w:rsidRPr="00F532DE">
        <w:rPr>
          <w:b/>
        </w:rPr>
        <w:t>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                                                          </w:t>
      </w:r>
      <w:r>
        <w:rPr>
          <w:b/>
        </w:rPr>
        <w:t xml:space="preserve">      Т.В. Бабинцева </w:t>
      </w:r>
    </w:p>
    <w:sectPr w:rsidR="00EF14D9" w:rsidRPr="006E1CF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456C"/>
    <w:rsid w:val="000B79F4"/>
    <w:rsid w:val="000E356C"/>
    <w:rsid w:val="00123930"/>
    <w:rsid w:val="00131A99"/>
    <w:rsid w:val="00132F6D"/>
    <w:rsid w:val="00134619"/>
    <w:rsid w:val="001466A8"/>
    <w:rsid w:val="00170080"/>
    <w:rsid w:val="00187597"/>
    <w:rsid w:val="0019658A"/>
    <w:rsid w:val="001B6FB5"/>
    <w:rsid w:val="001B7095"/>
    <w:rsid w:val="001C59DA"/>
    <w:rsid w:val="001D3FF2"/>
    <w:rsid w:val="001D621A"/>
    <w:rsid w:val="001F5E43"/>
    <w:rsid w:val="002023EF"/>
    <w:rsid w:val="00204275"/>
    <w:rsid w:val="00206FB7"/>
    <w:rsid w:val="00243A41"/>
    <w:rsid w:val="0027216D"/>
    <w:rsid w:val="00291A93"/>
    <w:rsid w:val="002925E3"/>
    <w:rsid w:val="0029680A"/>
    <w:rsid w:val="002A7CDB"/>
    <w:rsid w:val="002C2A9D"/>
    <w:rsid w:val="002C2F08"/>
    <w:rsid w:val="002C3E96"/>
    <w:rsid w:val="002D49F2"/>
    <w:rsid w:val="002E05F0"/>
    <w:rsid w:val="002E5B37"/>
    <w:rsid w:val="00315A79"/>
    <w:rsid w:val="00315AC3"/>
    <w:rsid w:val="0032494C"/>
    <w:rsid w:val="0033770A"/>
    <w:rsid w:val="00350E82"/>
    <w:rsid w:val="00356124"/>
    <w:rsid w:val="0036110D"/>
    <w:rsid w:val="00365545"/>
    <w:rsid w:val="00377BF8"/>
    <w:rsid w:val="00385157"/>
    <w:rsid w:val="003857BE"/>
    <w:rsid w:val="003857FB"/>
    <w:rsid w:val="00392C16"/>
    <w:rsid w:val="00393073"/>
    <w:rsid w:val="003B0EB1"/>
    <w:rsid w:val="003B7F52"/>
    <w:rsid w:val="003C4757"/>
    <w:rsid w:val="003D008F"/>
    <w:rsid w:val="003D2B34"/>
    <w:rsid w:val="003E1B05"/>
    <w:rsid w:val="003F06F0"/>
    <w:rsid w:val="003F7906"/>
    <w:rsid w:val="0043062C"/>
    <w:rsid w:val="0043642D"/>
    <w:rsid w:val="00487FBD"/>
    <w:rsid w:val="0049247D"/>
    <w:rsid w:val="00492A05"/>
    <w:rsid w:val="00494DD8"/>
    <w:rsid w:val="00496697"/>
    <w:rsid w:val="004B3A36"/>
    <w:rsid w:val="004B5967"/>
    <w:rsid w:val="004D0A55"/>
    <w:rsid w:val="004D6EDB"/>
    <w:rsid w:val="004F4917"/>
    <w:rsid w:val="00515225"/>
    <w:rsid w:val="00542FAB"/>
    <w:rsid w:val="00562C89"/>
    <w:rsid w:val="00572D6F"/>
    <w:rsid w:val="00580436"/>
    <w:rsid w:val="00581F97"/>
    <w:rsid w:val="00595A89"/>
    <w:rsid w:val="005A09FE"/>
    <w:rsid w:val="005C1F3F"/>
    <w:rsid w:val="005C3999"/>
    <w:rsid w:val="005D5A9F"/>
    <w:rsid w:val="005E4D79"/>
    <w:rsid w:val="005F79AD"/>
    <w:rsid w:val="00607531"/>
    <w:rsid w:val="00610624"/>
    <w:rsid w:val="0061227D"/>
    <w:rsid w:val="006255E8"/>
    <w:rsid w:val="00660AFA"/>
    <w:rsid w:val="00681994"/>
    <w:rsid w:val="0068475F"/>
    <w:rsid w:val="006869D2"/>
    <w:rsid w:val="0069172B"/>
    <w:rsid w:val="00693979"/>
    <w:rsid w:val="006D0606"/>
    <w:rsid w:val="006E0DBA"/>
    <w:rsid w:val="006E1CF3"/>
    <w:rsid w:val="006E62DB"/>
    <w:rsid w:val="006F468F"/>
    <w:rsid w:val="006F6F9F"/>
    <w:rsid w:val="007028BF"/>
    <w:rsid w:val="00703FA9"/>
    <w:rsid w:val="0072227F"/>
    <w:rsid w:val="00724E9A"/>
    <w:rsid w:val="00725AD2"/>
    <w:rsid w:val="00725BE8"/>
    <w:rsid w:val="0075734A"/>
    <w:rsid w:val="00767BCF"/>
    <w:rsid w:val="00770018"/>
    <w:rsid w:val="007710D9"/>
    <w:rsid w:val="00773310"/>
    <w:rsid w:val="00785D28"/>
    <w:rsid w:val="007A25FC"/>
    <w:rsid w:val="007A6CB9"/>
    <w:rsid w:val="007B1716"/>
    <w:rsid w:val="007F6658"/>
    <w:rsid w:val="007F78C2"/>
    <w:rsid w:val="00805D71"/>
    <w:rsid w:val="0082268F"/>
    <w:rsid w:val="0082507B"/>
    <w:rsid w:val="008324A5"/>
    <w:rsid w:val="00832957"/>
    <w:rsid w:val="008454A3"/>
    <w:rsid w:val="0085278A"/>
    <w:rsid w:val="00862F87"/>
    <w:rsid w:val="00871C21"/>
    <w:rsid w:val="00872764"/>
    <w:rsid w:val="00874290"/>
    <w:rsid w:val="00884AFE"/>
    <w:rsid w:val="00886BC2"/>
    <w:rsid w:val="008B3067"/>
    <w:rsid w:val="008C5684"/>
    <w:rsid w:val="008F1B25"/>
    <w:rsid w:val="009349C2"/>
    <w:rsid w:val="00950BB7"/>
    <w:rsid w:val="00956162"/>
    <w:rsid w:val="00974BEE"/>
    <w:rsid w:val="00991781"/>
    <w:rsid w:val="009938AA"/>
    <w:rsid w:val="00995DFF"/>
    <w:rsid w:val="009A6AA6"/>
    <w:rsid w:val="009A6D15"/>
    <w:rsid w:val="009D1054"/>
    <w:rsid w:val="009E514C"/>
    <w:rsid w:val="009F185A"/>
    <w:rsid w:val="009F35EF"/>
    <w:rsid w:val="009F583F"/>
    <w:rsid w:val="009F5E27"/>
    <w:rsid w:val="009F6CA9"/>
    <w:rsid w:val="00A045F2"/>
    <w:rsid w:val="00A04EEC"/>
    <w:rsid w:val="00A12B87"/>
    <w:rsid w:val="00A211F8"/>
    <w:rsid w:val="00A22B13"/>
    <w:rsid w:val="00A258C7"/>
    <w:rsid w:val="00A263AE"/>
    <w:rsid w:val="00A30687"/>
    <w:rsid w:val="00A46FCC"/>
    <w:rsid w:val="00A75492"/>
    <w:rsid w:val="00A96E35"/>
    <w:rsid w:val="00AB28B2"/>
    <w:rsid w:val="00AB79EC"/>
    <w:rsid w:val="00AC0D65"/>
    <w:rsid w:val="00AC79D0"/>
    <w:rsid w:val="00AD3ACC"/>
    <w:rsid w:val="00AD4E3F"/>
    <w:rsid w:val="00AF1DE1"/>
    <w:rsid w:val="00B00B61"/>
    <w:rsid w:val="00B02FA1"/>
    <w:rsid w:val="00B034CB"/>
    <w:rsid w:val="00B12731"/>
    <w:rsid w:val="00B30957"/>
    <w:rsid w:val="00B66252"/>
    <w:rsid w:val="00B876B5"/>
    <w:rsid w:val="00B920BF"/>
    <w:rsid w:val="00B95B2A"/>
    <w:rsid w:val="00B97021"/>
    <w:rsid w:val="00B97DCC"/>
    <w:rsid w:val="00BA0A83"/>
    <w:rsid w:val="00BB4EE4"/>
    <w:rsid w:val="00BB6C24"/>
    <w:rsid w:val="00BC02D5"/>
    <w:rsid w:val="00BC0986"/>
    <w:rsid w:val="00BD5C92"/>
    <w:rsid w:val="00BE071A"/>
    <w:rsid w:val="00BF3216"/>
    <w:rsid w:val="00BF6155"/>
    <w:rsid w:val="00BF7924"/>
    <w:rsid w:val="00C13B56"/>
    <w:rsid w:val="00C30D39"/>
    <w:rsid w:val="00C3584E"/>
    <w:rsid w:val="00C41018"/>
    <w:rsid w:val="00C62526"/>
    <w:rsid w:val="00C66F53"/>
    <w:rsid w:val="00C85B57"/>
    <w:rsid w:val="00CA2D7F"/>
    <w:rsid w:val="00CA538C"/>
    <w:rsid w:val="00CB0319"/>
    <w:rsid w:val="00CB167C"/>
    <w:rsid w:val="00CB4240"/>
    <w:rsid w:val="00CC449A"/>
    <w:rsid w:val="00CD3460"/>
    <w:rsid w:val="00CE4722"/>
    <w:rsid w:val="00D164B5"/>
    <w:rsid w:val="00D43EC8"/>
    <w:rsid w:val="00D444FC"/>
    <w:rsid w:val="00D460FD"/>
    <w:rsid w:val="00D47B50"/>
    <w:rsid w:val="00D51D8C"/>
    <w:rsid w:val="00D655B2"/>
    <w:rsid w:val="00D6732F"/>
    <w:rsid w:val="00D763B6"/>
    <w:rsid w:val="00D776D8"/>
    <w:rsid w:val="00DB23D5"/>
    <w:rsid w:val="00DB4751"/>
    <w:rsid w:val="00DB7894"/>
    <w:rsid w:val="00DC09C6"/>
    <w:rsid w:val="00DD01C3"/>
    <w:rsid w:val="00DE414C"/>
    <w:rsid w:val="00DF1E48"/>
    <w:rsid w:val="00DF7E30"/>
    <w:rsid w:val="00E054AE"/>
    <w:rsid w:val="00E12947"/>
    <w:rsid w:val="00E23DC6"/>
    <w:rsid w:val="00E355C9"/>
    <w:rsid w:val="00E53B46"/>
    <w:rsid w:val="00E572DB"/>
    <w:rsid w:val="00E60953"/>
    <w:rsid w:val="00E63ACD"/>
    <w:rsid w:val="00E65E47"/>
    <w:rsid w:val="00E70518"/>
    <w:rsid w:val="00E85035"/>
    <w:rsid w:val="00EA7615"/>
    <w:rsid w:val="00EB2A92"/>
    <w:rsid w:val="00EC6690"/>
    <w:rsid w:val="00EC704A"/>
    <w:rsid w:val="00EC7D7D"/>
    <w:rsid w:val="00ED6483"/>
    <w:rsid w:val="00EE11AE"/>
    <w:rsid w:val="00EE5607"/>
    <w:rsid w:val="00EF03AA"/>
    <w:rsid w:val="00EF14D9"/>
    <w:rsid w:val="00F05354"/>
    <w:rsid w:val="00F16B8E"/>
    <w:rsid w:val="00F25436"/>
    <w:rsid w:val="00F33EE1"/>
    <w:rsid w:val="00F367AF"/>
    <w:rsid w:val="00F41333"/>
    <w:rsid w:val="00F41D15"/>
    <w:rsid w:val="00F52F0B"/>
    <w:rsid w:val="00F53096"/>
    <w:rsid w:val="00F532DE"/>
    <w:rsid w:val="00F53FB4"/>
    <w:rsid w:val="00F6025B"/>
    <w:rsid w:val="00F770CF"/>
    <w:rsid w:val="00F82486"/>
    <w:rsid w:val="00FA10F1"/>
    <w:rsid w:val="00FB2673"/>
    <w:rsid w:val="00FC27F2"/>
    <w:rsid w:val="00FC5813"/>
    <w:rsid w:val="00FE44E3"/>
    <w:rsid w:val="00FE537F"/>
    <w:rsid w:val="00F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2</Pages>
  <Words>491</Words>
  <Characters>2803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2021-03-31T04:43:00Z</cp:lastPrinted>
  <dcterms:created xsi:type="dcterms:W3CDTF">2020-05-14T12:48:00Z</dcterms:created>
  <dcterms:modified xsi:type="dcterms:W3CDTF">2021-03-31T04:43:00Z</dcterms:modified>
</cp:coreProperties>
</file>